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523" w:rsidRDefault="00483B6B" w:rsidP="0014155D">
      <w:pPr>
        <w:pStyle w:val="Heading1"/>
      </w:pPr>
      <w:r>
        <w:rPr>
          <w:rFonts w:ascii="Century Gothic" w:eastAsia="+mn-ea" w:hAnsi="Century Gothic" w:cs="+mn-cs"/>
          <w:noProof/>
          <w:color w:val="000000"/>
          <w:kern w:val="24"/>
          <w:szCs w:val="19"/>
          <w:lang w:val="en-IE"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77913DF6">
                <wp:simplePos x="0" y="0"/>
                <wp:positionH relativeFrom="margin">
                  <wp:posOffset>4450715</wp:posOffset>
                </wp:positionH>
                <wp:positionV relativeFrom="paragraph">
                  <wp:posOffset>1271270</wp:posOffset>
                </wp:positionV>
                <wp:extent cx="2011680" cy="7075805"/>
                <wp:effectExtent l="0" t="0" r="26670" b="10795"/>
                <wp:wrapThrough wrapText="bothSides">
                  <wp:wrapPolygon edited="0">
                    <wp:start x="0" y="0"/>
                    <wp:lineTo x="0" y="21575"/>
                    <wp:lineTo x="21682" y="21575"/>
                    <wp:lineTo x="21682" y="0"/>
                    <wp:lineTo x="0" y="0"/>
                  </wp:wrapPolygon>
                </wp:wrapThrough>
                <wp:docPr id="6" name="Sideb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1680" cy="707580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7421" w:rsidRPr="00483B6B" w:rsidRDefault="00C0678B" w:rsidP="00B31814">
                            <w:pPr>
                              <w:pStyle w:val="StorySubtitle"/>
                              <w:jc w:val="both"/>
                              <w:rPr>
                                <w:rFonts w:ascii="Microsoft Himalaya" w:hAnsi="Microsoft Himalaya" w:cs="David"/>
                                <w:b/>
                                <w:color w:val="1A495D" w:themeColor="accent1" w:themeShade="80"/>
                                <w:sz w:val="32"/>
                                <w:szCs w:val="32"/>
                              </w:rPr>
                            </w:pPr>
                            <w:r w:rsidRPr="00483B6B">
                              <w:rPr>
                                <w:rFonts w:ascii="Microsoft Himalaya" w:hAnsi="Microsoft Himalaya" w:cs="David"/>
                                <w:b/>
                                <w:color w:val="1A495D" w:themeColor="accent1" w:themeShade="80"/>
                                <w:sz w:val="32"/>
                                <w:szCs w:val="32"/>
                              </w:rPr>
                              <w:t>Opening Hours</w:t>
                            </w:r>
                          </w:p>
                          <w:p w:rsidR="00722FB7" w:rsidRPr="00B31814" w:rsidRDefault="00DB7421" w:rsidP="00B31814">
                            <w:pPr>
                              <w:pStyle w:val="NoSpacing"/>
                              <w:jc w:val="both"/>
                              <w:rPr>
                                <w:rFonts w:ascii="Microsoft Himalaya" w:hAnsi="Microsoft Himalaya" w:cs="David"/>
                                <w:b/>
                                <w:color w:val="134163" w:themeColor="accent6" w:themeShade="8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31814">
                              <w:rPr>
                                <w:rFonts w:ascii="Microsoft Himalaya" w:hAnsi="Microsoft Himalaya" w:cs="David"/>
                                <w:b/>
                                <w:color w:val="134163" w:themeColor="accent6" w:themeShade="80"/>
                                <w:sz w:val="28"/>
                                <w:szCs w:val="28"/>
                                <w:u w:val="single"/>
                              </w:rPr>
                              <w:t>Telephone</w:t>
                            </w:r>
                            <w:r w:rsidR="004E57BF" w:rsidRPr="00B31814">
                              <w:rPr>
                                <w:rFonts w:ascii="Microsoft Himalaya" w:hAnsi="Microsoft Himalaya" w:cs="David"/>
                                <w:b/>
                                <w:color w:val="134163" w:themeColor="accent6" w:themeShade="80"/>
                                <w:sz w:val="28"/>
                                <w:szCs w:val="28"/>
                                <w:u w:val="single"/>
                              </w:rPr>
                              <w:t xml:space="preserve"> &amp; Office</w:t>
                            </w:r>
                            <w:r w:rsidRPr="00B31814">
                              <w:rPr>
                                <w:rFonts w:ascii="Microsoft Himalaya" w:hAnsi="Microsoft Himalaya" w:cs="David"/>
                                <w:b/>
                                <w:color w:val="134163" w:themeColor="accent6" w:themeShade="80"/>
                                <w:sz w:val="28"/>
                                <w:szCs w:val="28"/>
                                <w:u w:val="single"/>
                              </w:rPr>
                              <w:t xml:space="preserve"> Hours</w:t>
                            </w:r>
                          </w:p>
                          <w:p w:rsidR="000D4A41" w:rsidRDefault="000D4A41" w:rsidP="000D4A41">
                            <w:pPr>
                              <w:spacing w:line="240" w:lineRule="auto"/>
                              <w:ind w:right="346" w:firstLine="0"/>
                              <w:jc w:val="both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01 490 2327</w:t>
                            </w:r>
                          </w:p>
                          <w:p w:rsidR="00DE6713" w:rsidRPr="009331A5" w:rsidRDefault="002D7124" w:rsidP="000D4A41">
                            <w:pPr>
                              <w:spacing w:line="240" w:lineRule="auto"/>
                              <w:ind w:right="346" w:firstLine="0"/>
                              <w:jc w:val="both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Mon</w:t>
                            </w:r>
                            <w:r w:rsidR="005A1174"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day </w:t>
                            </w:r>
                            <w:r w:rsidR="00DE6713"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–</w:t>
                            </w:r>
                            <w:r w:rsidR="005A1174"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 Friday</w:t>
                            </w:r>
                            <w:r w:rsidR="00DE6713"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:</w:t>
                            </w:r>
                            <w:r w:rsidR="000D4A41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66ED3" w:rsidRDefault="00DE6713" w:rsidP="000D4A41">
                            <w:pPr>
                              <w:spacing w:line="240" w:lineRule="auto"/>
                              <w:ind w:right="346" w:firstLine="0"/>
                              <w:jc w:val="both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 9:00 - </w:t>
                            </w:r>
                            <w:r w:rsidR="00722FB7"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12:</w:t>
                            </w:r>
                            <w:r w:rsidR="00666ED3"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00 &amp; </w:t>
                            </w:r>
                            <w:r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2:00 -5:00</w:t>
                            </w:r>
                          </w:p>
                          <w:p w:rsidR="00C0678B" w:rsidRPr="00483B6B" w:rsidRDefault="00E70124" w:rsidP="000D4A41">
                            <w:pPr>
                              <w:spacing w:line="240" w:lineRule="auto"/>
                              <w:ind w:right="346" w:firstLine="0"/>
                              <w:jc w:val="both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7"/>
                                <w:szCs w:val="27"/>
                              </w:rPr>
                            </w:pPr>
                            <w:r w:rsidRPr="00483B6B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7"/>
                                <w:szCs w:val="27"/>
                              </w:rPr>
                              <w:t xml:space="preserve">Closed </w:t>
                            </w:r>
                            <w:r w:rsidR="00483B6B" w:rsidRPr="00483B6B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7"/>
                                <w:szCs w:val="27"/>
                              </w:rPr>
                              <w:t xml:space="preserve">Wednesday </w:t>
                            </w:r>
                            <w:r w:rsidR="004A38B4" w:rsidRPr="00483B6B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7"/>
                                <w:szCs w:val="27"/>
                              </w:rPr>
                              <w:t>Afternoon</w:t>
                            </w:r>
                          </w:p>
                          <w:p w:rsidR="009331A5" w:rsidRPr="009331A5" w:rsidRDefault="009331A5" w:rsidP="000D4A41">
                            <w:pPr>
                              <w:spacing w:line="240" w:lineRule="auto"/>
                              <w:ind w:right="346" w:firstLine="0"/>
                              <w:jc w:val="both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</w:p>
                          <w:p w:rsidR="00C0678B" w:rsidRPr="00B31814" w:rsidRDefault="00C0678B" w:rsidP="00B31814">
                            <w:pPr>
                              <w:pStyle w:val="NoSpacing"/>
                              <w:jc w:val="both"/>
                              <w:rPr>
                                <w:rFonts w:ascii="Microsoft Himalaya" w:hAnsi="Microsoft Himalaya" w:cs="David"/>
                                <w:b/>
                                <w:color w:val="134163" w:themeColor="accent6" w:themeShade="8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31814">
                              <w:rPr>
                                <w:rFonts w:ascii="Microsoft Himalaya" w:hAnsi="Microsoft Himalaya" w:cs="David"/>
                                <w:b/>
                                <w:color w:val="134163" w:themeColor="accent6" w:themeShade="80"/>
                                <w:sz w:val="28"/>
                                <w:szCs w:val="28"/>
                                <w:u w:val="single"/>
                              </w:rPr>
                              <w:t xml:space="preserve">Out of Hour Services </w:t>
                            </w:r>
                          </w:p>
                          <w:p w:rsidR="00C0678B" w:rsidRPr="009331A5" w:rsidRDefault="000D4A41" w:rsidP="00CB15F0">
                            <w:pPr>
                              <w:spacing w:line="240" w:lineRule="auto"/>
                              <w:ind w:right="346" w:firstLine="0"/>
                              <w:jc w:val="both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Ring Dub Doc on: 454 5607</w:t>
                            </w:r>
                          </w:p>
                          <w:p w:rsidR="00C0678B" w:rsidRPr="009331A5" w:rsidRDefault="00CB15F0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Monday-</w:t>
                            </w:r>
                            <w:r w:rsidR="00C0678B"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 Friday </w:t>
                            </w:r>
                            <w:r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6pm –</w:t>
                            </w:r>
                            <w:r w:rsidR="00C0678B"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10pm</w:t>
                            </w:r>
                          </w:p>
                          <w:p w:rsidR="009331A5" w:rsidRPr="000D4A41" w:rsidRDefault="00C0678B" w:rsidP="000D4A41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Satu</w:t>
                            </w:r>
                            <w:r w:rsidR="00CB15F0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rday, Sundays and Bank Holidays: </w:t>
                            </w:r>
                            <w:r w:rsidRPr="009331A5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8"/>
                                <w:szCs w:val="28"/>
                              </w:rPr>
                              <w:t>10am – 6pm</w:t>
                            </w:r>
                          </w:p>
                          <w:p w:rsidR="000D4A41" w:rsidRPr="00BB02F1" w:rsidRDefault="000D4A41" w:rsidP="00B31814">
                            <w:pPr>
                              <w:pStyle w:val="NoSpacing"/>
                              <w:jc w:val="both"/>
                              <w:rPr>
                                <w:rFonts w:ascii="Microsoft Himalaya" w:hAnsi="Microsoft Himalaya" w:cs="David"/>
                                <w:b/>
                                <w:color w:val="134163" w:themeColor="accent6" w:themeShade="80"/>
                                <w:sz w:val="16"/>
                                <w:szCs w:val="16"/>
                                <w:u w:val="single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722FB7" w:rsidRPr="009331A5" w:rsidRDefault="00DB7421" w:rsidP="00B31814">
                            <w:pPr>
                              <w:pStyle w:val="NoSpacing"/>
                              <w:jc w:val="both"/>
                              <w:rPr>
                                <w:rFonts w:ascii="Microsoft Himalaya" w:hAnsi="Microsoft Himalaya" w:cs="David"/>
                                <w:b/>
                                <w:color w:val="134163" w:themeColor="accent6" w:themeShade="80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331A5">
                              <w:rPr>
                                <w:rFonts w:ascii="Microsoft Himalaya" w:hAnsi="Microsoft Himalaya" w:cs="David"/>
                                <w:b/>
                                <w:color w:val="134163" w:themeColor="accent6" w:themeShade="80"/>
                                <w:sz w:val="32"/>
                                <w:szCs w:val="32"/>
                                <w:u w:val="single"/>
                              </w:rPr>
                              <w:t xml:space="preserve">Services Provided </w:t>
                            </w:r>
                          </w:p>
                          <w:p w:rsidR="00722FB7" w:rsidRPr="00B36767" w:rsidRDefault="00722FB7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 xml:space="preserve">General </w:t>
                            </w:r>
                            <w:r w:rsidR="00C938D6"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Medical Services</w:t>
                            </w:r>
                          </w:p>
                          <w:p w:rsidR="00722FB7" w:rsidRPr="00B36767" w:rsidRDefault="00722FB7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Cryotherapy</w:t>
                            </w:r>
                          </w:p>
                          <w:p w:rsidR="00722FB7" w:rsidRPr="00B36767" w:rsidRDefault="00722FB7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Women’s Health</w:t>
                            </w:r>
                          </w:p>
                          <w:p w:rsidR="00722FB7" w:rsidRPr="00B36767" w:rsidRDefault="00722FB7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Men’s Health</w:t>
                            </w:r>
                          </w:p>
                          <w:p w:rsidR="00722FB7" w:rsidRPr="00B36767" w:rsidRDefault="00722FB7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Mother and Infant Care</w:t>
                            </w:r>
                          </w:p>
                          <w:p w:rsidR="00722FB7" w:rsidRPr="00B36767" w:rsidRDefault="00722FB7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ECG’</w:t>
                            </w:r>
                            <w:r w:rsidR="00666ED3"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 xml:space="preserve">s </w:t>
                            </w:r>
                            <w:r w:rsidR="00E51586"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/</w:t>
                            </w: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24 hour BP Monitors</w:t>
                            </w:r>
                          </w:p>
                          <w:p w:rsidR="00722FB7" w:rsidRPr="00B36767" w:rsidRDefault="00722FB7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Mirena</w:t>
                            </w:r>
                            <w:proofErr w:type="spellEnd"/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Implanon</w:t>
                            </w:r>
                            <w:proofErr w:type="spellEnd"/>
                            <w:r w:rsidR="00C938D6"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:rsidR="00722FB7" w:rsidRPr="00B36767" w:rsidRDefault="00722FB7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Childhood</w:t>
                            </w:r>
                            <w:r w:rsidR="00666ED3"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666ED3"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Immunisations</w:t>
                            </w:r>
                            <w:proofErr w:type="spellEnd"/>
                          </w:p>
                          <w:p w:rsidR="00666ED3" w:rsidRPr="00B36767" w:rsidRDefault="00666ED3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Travel Vaccines</w:t>
                            </w:r>
                          </w:p>
                          <w:p w:rsidR="00666ED3" w:rsidRPr="00B36767" w:rsidRDefault="00E51586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Driver’s</w:t>
                            </w:r>
                            <w:r w:rsidR="00666ED3"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 xml:space="preserve"> License </w:t>
                            </w:r>
                          </w:p>
                          <w:p w:rsidR="00666ED3" w:rsidRPr="00B36767" w:rsidRDefault="00666ED3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Fitness Exams</w:t>
                            </w:r>
                          </w:p>
                          <w:p w:rsidR="00E75AE4" w:rsidRPr="00B36767" w:rsidRDefault="00666ED3" w:rsidP="00CB15F0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B36767"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32"/>
                                <w:szCs w:val="32"/>
                              </w:rPr>
                              <w:t>Ear Syringing</w:t>
                            </w:r>
                          </w:p>
                          <w:p w:rsidR="00722FB7" w:rsidRPr="00483B6B" w:rsidRDefault="00722FB7" w:rsidP="00722FB7">
                            <w:pPr>
                              <w:spacing w:line="360" w:lineRule="auto"/>
                              <w:ind w:left="274" w:right="346" w:firstLine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:rsidR="00781C5D" w:rsidRPr="00483B6B" w:rsidRDefault="00781C5D" w:rsidP="00483B6B">
                            <w:pPr>
                              <w:pStyle w:val="StorySubtitle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2"/>
                                <w:szCs w:val="22"/>
                              </w:rPr>
                            </w:pPr>
                            <w:r w:rsidRPr="00483B6B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2"/>
                                <w:szCs w:val="22"/>
                              </w:rPr>
                              <w:t xml:space="preserve">Medical card, DVC, under 6 and over 70’s schemes:  </w:t>
                            </w:r>
                            <w:r w:rsidRPr="00483B6B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2"/>
                                <w:szCs w:val="22"/>
                              </w:rPr>
                              <w:t>Some services provided are not covered under the schemes and fees may apply. Please check with reception staff when booking your appointment.</w:t>
                            </w:r>
                          </w:p>
                          <w:p w:rsidR="00DE4C52" w:rsidRPr="00483B6B" w:rsidRDefault="00DE4C52" w:rsidP="00DE4C52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:rsidR="00DE4C52" w:rsidRPr="00483B6B" w:rsidRDefault="00483B6B" w:rsidP="00DE4C52">
                            <w:pPr>
                              <w:spacing w:line="240" w:lineRule="auto"/>
                              <w:ind w:right="346" w:firstLine="0"/>
                              <w:rPr>
                                <w:rFonts w:ascii="Microsoft Himalaya" w:eastAsia="Times New Roman" w:hAnsi="Microsoft Himalaya" w:cs="David"/>
                                <w:b/>
                                <w:i/>
                                <w:color w:val="1A495D" w:themeColor="accent1" w:themeShade="80"/>
                                <w:sz w:val="24"/>
                                <w:szCs w:val="24"/>
                              </w:rPr>
                            </w:pPr>
                            <w:r w:rsidRPr="00483B6B">
                              <w:rPr>
                                <w:rFonts w:ascii="Microsoft Himalaya" w:eastAsia="Times New Roman" w:hAnsi="Microsoft Himalaya" w:cs="David"/>
                                <w:b/>
                                <w:color w:val="1A495D" w:themeColor="accent1" w:themeShade="80"/>
                                <w:sz w:val="24"/>
                                <w:szCs w:val="24"/>
                              </w:rPr>
                              <w:t xml:space="preserve">*For further queries </w:t>
                            </w:r>
                            <w:r>
                              <w:rPr>
                                <w:rFonts w:ascii="Microsoft Himalaya" w:eastAsia="Times New Roman" w:hAnsi="Microsoft Himalaya" w:cs="David"/>
                                <w:b/>
                                <w:color w:val="1A495D" w:themeColor="accent1" w:themeShade="80"/>
                                <w:sz w:val="24"/>
                                <w:szCs w:val="24"/>
                              </w:rPr>
                              <w:t xml:space="preserve">/information </w:t>
                            </w:r>
                            <w:r w:rsidRPr="00483B6B">
                              <w:rPr>
                                <w:rFonts w:ascii="Microsoft Himalaya" w:eastAsia="Times New Roman" w:hAnsi="Microsoft Himalaya" w:cs="David"/>
                                <w:b/>
                                <w:color w:val="1A495D" w:themeColor="accent1" w:themeShade="80"/>
                                <w:sz w:val="24"/>
                                <w:szCs w:val="24"/>
                              </w:rPr>
                              <w:t>please ring the</w:t>
                            </w:r>
                            <w:r>
                              <w:rPr>
                                <w:rFonts w:ascii="Microsoft Himalaya" w:eastAsia="Times New Roman" w:hAnsi="Microsoft Himalaya" w:cs="David"/>
                                <w:b/>
                                <w:i/>
                                <w:color w:val="1A495D" w:themeColor="accent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83B6B">
                              <w:rPr>
                                <w:rFonts w:ascii="Microsoft Himalaya" w:eastAsia="Times New Roman" w:hAnsi="Microsoft Himalaya" w:cs="David"/>
                                <w:b/>
                                <w:color w:val="1A495D" w:themeColor="accent1" w:themeShade="80"/>
                                <w:sz w:val="24"/>
                                <w:szCs w:val="24"/>
                              </w:rPr>
                              <w:t>surgery.</w:t>
                            </w:r>
                            <w:r w:rsidRPr="00483B6B">
                              <w:rPr>
                                <w:rFonts w:ascii="Microsoft Himalaya" w:eastAsia="Times New Roman" w:hAnsi="Microsoft Himalaya" w:cs="David"/>
                                <w:b/>
                                <w:i/>
                                <w:color w:val="1A495D" w:themeColor="accent1" w:themeShade="8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22FB7" w:rsidRPr="00483B6B" w:rsidRDefault="00722FB7">
                            <w:pPr>
                              <w:spacing w:line="360" w:lineRule="auto"/>
                              <w:ind w:left="274" w:right="346" w:firstLine="0"/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  <w:p w:rsidR="00722FB7" w:rsidRPr="00483B6B" w:rsidRDefault="00722FB7">
                            <w:pPr>
                              <w:spacing w:line="360" w:lineRule="auto"/>
                              <w:ind w:left="274" w:right="346" w:firstLine="0"/>
                              <w:rPr>
                                <w:rFonts w:ascii="Times New Roman" w:eastAsia="Times New Roman" w:hAnsi="Times New Roman" w:cs="Times New Roman"/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lIns="182880" tIns="45703" rIns="182880" bIns="45703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Sidebar" o:spid="_x0000_s1026" style="position:absolute;margin-left:350.45pt;margin-top:100.1pt;width:158.4pt;height:557.1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" fillcolor="#e3f1ed [662]" strokecolor="#58b6c0 [3205]" strokeweight="2pt">
                <v:textbox inset="14.4pt,1.2695mm,14.4pt,1.2695mm">
                  <w:txbxContent>
                    <w:p w:rsidR="00DB7421" w:rsidRPr="00483B6B" w:rsidRDefault="00C0678B" w:rsidP="00B31814">
                      <w:pPr>
                        <w:pStyle w:val="StorySubtitle"/>
                        <w:jc w:val="both"/>
                        <w:rPr>
                          <w:rFonts w:ascii="Microsoft Himalaya" w:hAnsi="Microsoft Himalaya" w:cs="David"/>
                          <w:b/>
                          <w:color w:val="1A495D" w:themeColor="accent1" w:themeShade="80"/>
                          <w:sz w:val="32"/>
                          <w:szCs w:val="32"/>
                        </w:rPr>
                      </w:pPr>
                      <w:r w:rsidRPr="00483B6B">
                        <w:rPr>
                          <w:rFonts w:ascii="Microsoft Himalaya" w:hAnsi="Microsoft Himalaya" w:cs="David"/>
                          <w:b/>
                          <w:color w:val="1A495D" w:themeColor="accent1" w:themeShade="80"/>
                          <w:sz w:val="32"/>
                          <w:szCs w:val="32"/>
                        </w:rPr>
                        <w:t>Opening Hours</w:t>
                      </w:r>
                    </w:p>
                    <w:p w:rsidR="00722FB7" w:rsidRPr="00B31814" w:rsidRDefault="00DB7421" w:rsidP="00B31814">
                      <w:pPr>
                        <w:pStyle w:val="NoSpacing"/>
                        <w:jc w:val="both"/>
                        <w:rPr>
                          <w:rFonts w:ascii="Microsoft Himalaya" w:hAnsi="Microsoft Himalaya" w:cs="David"/>
                          <w:b/>
                          <w:color w:val="134163" w:themeColor="accent6" w:themeShade="80"/>
                          <w:sz w:val="28"/>
                          <w:szCs w:val="28"/>
                          <w:u w:val="single"/>
                        </w:rPr>
                      </w:pPr>
                      <w:r w:rsidRPr="00B31814">
                        <w:rPr>
                          <w:rFonts w:ascii="Microsoft Himalaya" w:hAnsi="Microsoft Himalaya" w:cs="David"/>
                          <w:b/>
                          <w:color w:val="134163" w:themeColor="accent6" w:themeShade="80"/>
                          <w:sz w:val="28"/>
                          <w:szCs w:val="28"/>
                          <w:u w:val="single"/>
                        </w:rPr>
                        <w:t>Telephone</w:t>
                      </w:r>
                      <w:r w:rsidR="004E57BF" w:rsidRPr="00B31814">
                        <w:rPr>
                          <w:rFonts w:ascii="Microsoft Himalaya" w:hAnsi="Microsoft Himalaya" w:cs="David"/>
                          <w:b/>
                          <w:color w:val="134163" w:themeColor="accent6" w:themeShade="80"/>
                          <w:sz w:val="28"/>
                          <w:szCs w:val="28"/>
                          <w:u w:val="single"/>
                        </w:rPr>
                        <w:t xml:space="preserve"> &amp; Office</w:t>
                      </w:r>
                      <w:r w:rsidRPr="00B31814">
                        <w:rPr>
                          <w:rFonts w:ascii="Microsoft Himalaya" w:hAnsi="Microsoft Himalaya" w:cs="David"/>
                          <w:b/>
                          <w:color w:val="134163" w:themeColor="accent6" w:themeShade="80"/>
                          <w:sz w:val="28"/>
                          <w:szCs w:val="28"/>
                          <w:u w:val="single"/>
                        </w:rPr>
                        <w:t xml:space="preserve"> Hours</w:t>
                      </w:r>
                    </w:p>
                    <w:p w:rsidR="000D4A41" w:rsidRDefault="000D4A41" w:rsidP="000D4A41">
                      <w:pPr>
                        <w:spacing w:line="240" w:lineRule="auto"/>
                        <w:ind w:right="346" w:firstLine="0"/>
                        <w:jc w:val="both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01 490 2327</w:t>
                      </w:r>
                    </w:p>
                    <w:p w:rsidR="00DE6713" w:rsidRPr="009331A5" w:rsidRDefault="002D7124" w:rsidP="000D4A41">
                      <w:pPr>
                        <w:spacing w:line="240" w:lineRule="auto"/>
                        <w:ind w:right="346" w:firstLine="0"/>
                        <w:jc w:val="both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</w:pPr>
                      <w:r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Mon</w:t>
                      </w:r>
                      <w:r w:rsidR="005A1174"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 xml:space="preserve">day </w:t>
                      </w:r>
                      <w:r w:rsidR="00DE6713"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–</w:t>
                      </w:r>
                      <w:r w:rsidR="005A1174"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 xml:space="preserve"> Friday</w:t>
                      </w:r>
                      <w:r w:rsidR="00DE6713"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:</w:t>
                      </w:r>
                      <w:r w:rsidR="000D4A41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 xml:space="preserve"> </w:t>
                      </w:r>
                    </w:p>
                    <w:p w:rsidR="00666ED3" w:rsidRDefault="00DE6713" w:rsidP="000D4A41">
                      <w:pPr>
                        <w:spacing w:line="240" w:lineRule="auto"/>
                        <w:ind w:right="346" w:firstLine="0"/>
                        <w:jc w:val="both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</w:pPr>
                      <w:r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 xml:space="preserve"> 9:00 - </w:t>
                      </w:r>
                      <w:r w:rsidR="00722FB7"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12:</w:t>
                      </w:r>
                      <w:r w:rsidR="00666ED3"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 xml:space="preserve">00 &amp; </w:t>
                      </w:r>
                      <w:r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2:00 -5:00</w:t>
                      </w:r>
                    </w:p>
                    <w:p w:rsidR="00C0678B" w:rsidRPr="00483B6B" w:rsidRDefault="00E70124" w:rsidP="000D4A41">
                      <w:pPr>
                        <w:spacing w:line="240" w:lineRule="auto"/>
                        <w:ind w:right="346" w:firstLine="0"/>
                        <w:jc w:val="both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7"/>
                          <w:szCs w:val="27"/>
                        </w:rPr>
                      </w:pPr>
                      <w:r w:rsidRPr="00483B6B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7"/>
                          <w:szCs w:val="27"/>
                        </w:rPr>
                        <w:t xml:space="preserve">Closed </w:t>
                      </w:r>
                      <w:r w:rsidR="00483B6B" w:rsidRPr="00483B6B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7"/>
                          <w:szCs w:val="27"/>
                        </w:rPr>
                        <w:t xml:space="preserve">Wednesday </w:t>
                      </w:r>
                      <w:r w:rsidR="004A38B4" w:rsidRPr="00483B6B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7"/>
                          <w:szCs w:val="27"/>
                        </w:rPr>
                        <w:t>Afternoon</w:t>
                      </w:r>
                    </w:p>
                    <w:p w:rsidR="009331A5" w:rsidRPr="009331A5" w:rsidRDefault="009331A5" w:rsidP="000D4A41">
                      <w:pPr>
                        <w:spacing w:line="240" w:lineRule="auto"/>
                        <w:ind w:right="346" w:firstLine="0"/>
                        <w:jc w:val="both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18"/>
                          <w:szCs w:val="18"/>
                        </w:rPr>
                      </w:pPr>
                    </w:p>
                    <w:p w:rsidR="00C0678B" w:rsidRPr="00B31814" w:rsidRDefault="00C0678B" w:rsidP="00B31814">
                      <w:pPr>
                        <w:pStyle w:val="NoSpacing"/>
                        <w:jc w:val="both"/>
                        <w:rPr>
                          <w:rFonts w:ascii="Microsoft Himalaya" w:hAnsi="Microsoft Himalaya" w:cs="David"/>
                          <w:b/>
                          <w:color w:val="134163" w:themeColor="accent6" w:themeShade="80"/>
                          <w:sz w:val="28"/>
                          <w:szCs w:val="28"/>
                          <w:u w:val="single"/>
                        </w:rPr>
                      </w:pPr>
                      <w:r w:rsidRPr="00B31814">
                        <w:rPr>
                          <w:rFonts w:ascii="Microsoft Himalaya" w:hAnsi="Microsoft Himalaya" w:cs="David"/>
                          <w:b/>
                          <w:color w:val="134163" w:themeColor="accent6" w:themeShade="80"/>
                          <w:sz w:val="28"/>
                          <w:szCs w:val="28"/>
                          <w:u w:val="single"/>
                        </w:rPr>
                        <w:t xml:space="preserve">Out of Hour Services </w:t>
                      </w:r>
                    </w:p>
                    <w:p w:rsidR="00C0678B" w:rsidRPr="009331A5" w:rsidRDefault="000D4A41" w:rsidP="00CB15F0">
                      <w:pPr>
                        <w:spacing w:line="240" w:lineRule="auto"/>
                        <w:ind w:right="346" w:firstLine="0"/>
                        <w:jc w:val="both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Ring Dub Doc on: 454 5607</w:t>
                      </w:r>
                    </w:p>
                    <w:p w:rsidR="00C0678B" w:rsidRPr="009331A5" w:rsidRDefault="00CB15F0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</w:pPr>
                      <w:r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Monday-</w:t>
                      </w:r>
                      <w:r w:rsidR="00C0678B"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 xml:space="preserve"> Friday </w:t>
                      </w:r>
                      <w:r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6pm –</w:t>
                      </w:r>
                      <w:r w:rsidR="00C0678B"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10pm</w:t>
                      </w:r>
                    </w:p>
                    <w:p w:rsidR="009331A5" w:rsidRPr="000D4A41" w:rsidRDefault="00C0678B" w:rsidP="000D4A41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</w:pPr>
                      <w:r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Satu</w:t>
                      </w:r>
                      <w:r w:rsidR="00CB15F0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 xml:space="preserve">rday, Sundays and Bank Holidays: </w:t>
                      </w:r>
                      <w:r w:rsidRPr="009331A5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8"/>
                          <w:szCs w:val="28"/>
                        </w:rPr>
                        <w:t>10am – 6pm</w:t>
                      </w:r>
                    </w:p>
                    <w:p w:rsidR="000D4A41" w:rsidRPr="00BB02F1" w:rsidRDefault="000D4A41" w:rsidP="00B31814">
                      <w:pPr>
                        <w:pStyle w:val="NoSpacing"/>
                        <w:jc w:val="both"/>
                        <w:rPr>
                          <w:rFonts w:ascii="Microsoft Himalaya" w:hAnsi="Microsoft Himalaya" w:cs="David"/>
                          <w:b/>
                          <w:color w:val="134163" w:themeColor="accent6" w:themeShade="80"/>
                          <w:sz w:val="16"/>
                          <w:szCs w:val="16"/>
                          <w:u w:val="single"/>
                        </w:rPr>
                      </w:pPr>
                      <w:bookmarkStart w:id="1" w:name="_GoBack"/>
                      <w:bookmarkEnd w:id="1"/>
                    </w:p>
                    <w:p w:rsidR="00722FB7" w:rsidRPr="009331A5" w:rsidRDefault="00DB7421" w:rsidP="00B31814">
                      <w:pPr>
                        <w:pStyle w:val="NoSpacing"/>
                        <w:jc w:val="both"/>
                        <w:rPr>
                          <w:rFonts w:ascii="Microsoft Himalaya" w:hAnsi="Microsoft Himalaya" w:cs="David"/>
                          <w:b/>
                          <w:color w:val="134163" w:themeColor="accent6" w:themeShade="80"/>
                          <w:sz w:val="32"/>
                          <w:szCs w:val="32"/>
                          <w:u w:val="single"/>
                        </w:rPr>
                      </w:pPr>
                      <w:r w:rsidRPr="009331A5">
                        <w:rPr>
                          <w:rFonts w:ascii="Microsoft Himalaya" w:hAnsi="Microsoft Himalaya" w:cs="David"/>
                          <w:b/>
                          <w:color w:val="134163" w:themeColor="accent6" w:themeShade="80"/>
                          <w:sz w:val="32"/>
                          <w:szCs w:val="32"/>
                          <w:u w:val="single"/>
                        </w:rPr>
                        <w:t xml:space="preserve">Services Provided </w:t>
                      </w:r>
                    </w:p>
                    <w:p w:rsidR="00722FB7" w:rsidRPr="00B36767" w:rsidRDefault="00722FB7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 xml:space="preserve">General </w:t>
                      </w:r>
                      <w:r w:rsidR="00C938D6"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Medical Services</w:t>
                      </w:r>
                    </w:p>
                    <w:p w:rsidR="00722FB7" w:rsidRPr="00B36767" w:rsidRDefault="00722FB7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Cryotherapy</w:t>
                      </w:r>
                    </w:p>
                    <w:p w:rsidR="00722FB7" w:rsidRPr="00B36767" w:rsidRDefault="00722FB7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Women’s Health</w:t>
                      </w:r>
                    </w:p>
                    <w:p w:rsidR="00722FB7" w:rsidRPr="00B36767" w:rsidRDefault="00722FB7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Men’s Health</w:t>
                      </w:r>
                    </w:p>
                    <w:p w:rsidR="00722FB7" w:rsidRPr="00B36767" w:rsidRDefault="00722FB7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Mother and Infant Care</w:t>
                      </w:r>
                    </w:p>
                    <w:p w:rsidR="00722FB7" w:rsidRPr="00B36767" w:rsidRDefault="00722FB7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ECG’</w:t>
                      </w:r>
                      <w:r w:rsidR="00666ED3"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 xml:space="preserve">s </w:t>
                      </w:r>
                      <w:r w:rsidR="00E51586"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/</w:t>
                      </w: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24 hour BP Monitors</w:t>
                      </w:r>
                    </w:p>
                    <w:p w:rsidR="00722FB7" w:rsidRPr="00B36767" w:rsidRDefault="00722FB7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proofErr w:type="spellStart"/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Mirena</w:t>
                      </w:r>
                      <w:proofErr w:type="spellEnd"/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Implanon</w:t>
                      </w:r>
                      <w:proofErr w:type="spellEnd"/>
                      <w:r w:rsidR="00C938D6"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,</w:t>
                      </w:r>
                    </w:p>
                    <w:p w:rsidR="00722FB7" w:rsidRPr="00B36767" w:rsidRDefault="00722FB7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Childhood</w:t>
                      </w:r>
                      <w:r w:rsidR="00666ED3"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666ED3"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Immunisations</w:t>
                      </w:r>
                      <w:proofErr w:type="spellEnd"/>
                    </w:p>
                    <w:p w:rsidR="00666ED3" w:rsidRPr="00B36767" w:rsidRDefault="00666ED3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Travel Vaccines</w:t>
                      </w:r>
                    </w:p>
                    <w:p w:rsidR="00666ED3" w:rsidRPr="00B36767" w:rsidRDefault="00E51586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Driver’s</w:t>
                      </w:r>
                      <w:r w:rsidR="00666ED3"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 xml:space="preserve"> License </w:t>
                      </w:r>
                    </w:p>
                    <w:p w:rsidR="00666ED3" w:rsidRPr="00B36767" w:rsidRDefault="00666ED3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Fitness Exams</w:t>
                      </w:r>
                    </w:p>
                    <w:p w:rsidR="00E75AE4" w:rsidRPr="00B36767" w:rsidRDefault="00666ED3" w:rsidP="00CB15F0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B36767"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32"/>
                          <w:szCs w:val="32"/>
                        </w:rPr>
                        <w:t>Ear Syringing</w:t>
                      </w:r>
                    </w:p>
                    <w:p w:rsidR="00722FB7" w:rsidRPr="00483B6B" w:rsidRDefault="00722FB7" w:rsidP="00722FB7">
                      <w:pPr>
                        <w:spacing w:line="360" w:lineRule="auto"/>
                        <w:ind w:left="274" w:right="346" w:firstLine="0"/>
                        <w:jc w:val="center"/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0"/>
                          <w:szCs w:val="10"/>
                        </w:rPr>
                      </w:pPr>
                    </w:p>
                    <w:p w:rsidR="00781C5D" w:rsidRPr="00483B6B" w:rsidRDefault="00781C5D" w:rsidP="00483B6B">
                      <w:pPr>
                        <w:pStyle w:val="StorySubtitle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2"/>
                          <w:szCs w:val="22"/>
                        </w:rPr>
                      </w:pPr>
                      <w:r w:rsidRPr="00483B6B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2"/>
                          <w:szCs w:val="22"/>
                        </w:rPr>
                        <w:t xml:space="preserve">Medical card, DVC, under 6 and over 70’s schemes:  </w:t>
                      </w:r>
                      <w:r w:rsidRPr="00483B6B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2"/>
                          <w:szCs w:val="22"/>
                        </w:rPr>
                        <w:t>Some services provided are not covered under the schemes and fees may apply. Please check with reception staff when booking your appointment.</w:t>
                      </w:r>
                    </w:p>
                    <w:p w:rsidR="00DE4C52" w:rsidRPr="00483B6B" w:rsidRDefault="00DE4C52" w:rsidP="00DE4C52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:rsidR="00DE4C52" w:rsidRPr="00483B6B" w:rsidRDefault="00483B6B" w:rsidP="00DE4C52">
                      <w:pPr>
                        <w:spacing w:line="240" w:lineRule="auto"/>
                        <w:ind w:right="346" w:firstLine="0"/>
                        <w:rPr>
                          <w:rFonts w:ascii="Microsoft Himalaya" w:eastAsia="Times New Roman" w:hAnsi="Microsoft Himalaya" w:cs="David"/>
                          <w:b/>
                          <w:i/>
                          <w:color w:val="1A495D" w:themeColor="accent1" w:themeShade="80"/>
                          <w:sz w:val="24"/>
                          <w:szCs w:val="24"/>
                        </w:rPr>
                      </w:pPr>
                      <w:r w:rsidRPr="00483B6B">
                        <w:rPr>
                          <w:rFonts w:ascii="Microsoft Himalaya" w:eastAsia="Times New Roman" w:hAnsi="Microsoft Himalaya" w:cs="David"/>
                          <w:b/>
                          <w:color w:val="1A495D" w:themeColor="accent1" w:themeShade="80"/>
                          <w:sz w:val="24"/>
                          <w:szCs w:val="24"/>
                        </w:rPr>
                        <w:t xml:space="preserve">*For further queries </w:t>
                      </w:r>
                      <w:r>
                        <w:rPr>
                          <w:rFonts w:ascii="Microsoft Himalaya" w:eastAsia="Times New Roman" w:hAnsi="Microsoft Himalaya" w:cs="David"/>
                          <w:b/>
                          <w:color w:val="1A495D" w:themeColor="accent1" w:themeShade="80"/>
                          <w:sz w:val="24"/>
                          <w:szCs w:val="24"/>
                        </w:rPr>
                        <w:t xml:space="preserve">/information </w:t>
                      </w:r>
                      <w:r w:rsidRPr="00483B6B">
                        <w:rPr>
                          <w:rFonts w:ascii="Microsoft Himalaya" w:eastAsia="Times New Roman" w:hAnsi="Microsoft Himalaya" w:cs="David"/>
                          <w:b/>
                          <w:color w:val="1A495D" w:themeColor="accent1" w:themeShade="80"/>
                          <w:sz w:val="24"/>
                          <w:szCs w:val="24"/>
                        </w:rPr>
                        <w:t>please ring the</w:t>
                      </w:r>
                      <w:r>
                        <w:rPr>
                          <w:rFonts w:ascii="Microsoft Himalaya" w:eastAsia="Times New Roman" w:hAnsi="Microsoft Himalaya" w:cs="David"/>
                          <w:b/>
                          <w:i/>
                          <w:color w:val="1A495D" w:themeColor="accent1" w:themeShade="80"/>
                          <w:sz w:val="24"/>
                          <w:szCs w:val="24"/>
                        </w:rPr>
                        <w:t xml:space="preserve"> </w:t>
                      </w:r>
                      <w:r w:rsidRPr="00483B6B">
                        <w:rPr>
                          <w:rFonts w:ascii="Microsoft Himalaya" w:eastAsia="Times New Roman" w:hAnsi="Microsoft Himalaya" w:cs="David"/>
                          <w:b/>
                          <w:color w:val="1A495D" w:themeColor="accent1" w:themeShade="80"/>
                          <w:sz w:val="24"/>
                          <w:szCs w:val="24"/>
                        </w:rPr>
                        <w:t>surgery.</w:t>
                      </w:r>
                      <w:r w:rsidRPr="00483B6B">
                        <w:rPr>
                          <w:rFonts w:ascii="Microsoft Himalaya" w:eastAsia="Times New Roman" w:hAnsi="Microsoft Himalaya" w:cs="David"/>
                          <w:b/>
                          <w:i/>
                          <w:color w:val="1A495D" w:themeColor="accent1" w:themeShade="80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22FB7" w:rsidRPr="00483B6B" w:rsidRDefault="00722FB7">
                      <w:pPr>
                        <w:spacing w:line="360" w:lineRule="auto"/>
                        <w:ind w:left="274" w:right="346" w:firstLine="0"/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  <w:p w:rsidR="00722FB7" w:rsidRPr="00483B6B" w:rsidRDefault="00722FB7">
                      <w:pPr>
                        <w:spacing w:line="360" w:lineRule="auto"/>
                        <w:ind w:left="274" w:right="346" w:firstLine="0"/>
                        <w:rPr>
                          <w:rFonts w:ascii="Times New Roman" w:eastAsia="Times New Roman" w:hAnsi="Times New Roman" w:cs="Times New Roman"/>
                          <w:color w:val="595959" w:themeColor="text1" w:themeTint="A6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margin"/>
              </v:rect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91440" distB="91440" distL="114300" distR="114300" simplePos="0" relativeHeight="251660288" behindDoc="0" locked="0" layoutInCell="1" allowOverlap="1" wp14:editId="63BCEA6B">
                <wp:simplePos x="0" y="0"/>
                <wp:positionH relativeFrom="margin">
                  <wp:posOffset>-72390</wp:posOffset>
                </wp:positionH>
                <wp:positionV relativeFrom="margin">
                  <wp:posOffset>68580</wp:posOffset>
                </wp:positionV>
                <wp:extent cx="6546850" cy="1097280"/>
                <wp:effectExtent l="0" t="0" r="25400" b="26670"/>
                <wp:wrapSquare wrapText="bothSides"/>
                <wp:docPr id="7" name="Box: Newsletter 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1097280"/>
                        </a:xfrm>
                        <a:prstGeom prst="rect">
                          <a:avLst/>
                        </a:prstGeom>
                        <a:noFill/>
                        <a:ln w="6350" cmpd="sng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523" w:rsidRDefault="00131A16">
                            <w:pPr>
                              <w:pStyle w:val="Title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color w:val="398E98" w:themeColor="accent2" w:themeShade="BF"/>
                                  <w:sz w:val="36"/>
                                  <w:szCs w:val="36"/>
                                </w:rPr>
                                <w:alias w:val="Title"/>
                                <w:id w:val="1671289426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C62F0" w:rsidRPr="00C0678B">
                                  <w:rPr>
                                    <w:b/>
                                    <w:bCs/>
                                    <w:color w:val="398E98" w:themeColor="accent2" w:themeShade="BF"/>
                                    <w:sz w:val="36"/>
                                    <w:szCs w:val="36"/>
                                  </w:rPr>
                                  <w:t>practice leaflet</w:t>
                                </w:r>
                              </w:sdtContent>
                            </w:sdt>
                          </w:p>
                        </w:txbxContent>
                      </wps:txbx>
                      <wps:bodyPr wrap="square" lIns="365760" tIns="45703" rIns="365760" bIns="429768" rtlCol="0" anchor="b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Box: Newsletter title" o:spid="_x0000_s1027" style="position:absolute;margin-left:-5.7pt;margin-top:5.4pt;width:515.5pt;height:86.4pt;z-index:25166028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" filled="f" strokecolor="#1a495c [1604]" strokeweight=".5pt">
                <v:textbox inset="28.8pt,1.2695mm,28.8pt,33.84pt">
                  <w:txbxContent>
                    <w:p w:rsidR="00810523" w:rsidRDefault="000B715C">
                      <w:pPr>
                        <w:pStyle w:val="Title"/>
                        <w:jc w:val="center"/>
                        <w:rPr>
                          <w:sz w:val="36"/>
                          <w:szCs w:val="36"/>
                        </w:rPr>
                      </w:pPr>
                      <w:sdt>
                        <w:sdtPr>
                          <w:rPr>
                            <w:b/>
                            <w:bCs/>
                            <w:color w:val="398E98" w:themeColor="accent2" w:themeShade="BF"/>
                            <w:sz w:val="36"/>
                            <w:szCs w:val="36"/>
                          </w:rPr>
                          <w:alias w:val="Title"/>
                          <w:id w:val="1671289426"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EndPr/>
                        <w:sdtContent>
                          <w:r w:rsidR="006C62F0" w:rsidRPr="00C0678B">
                            <w:rPr>
                              <w:b/>
                              <w:bCs/>
                              <w:color w:val="398E98" w:themeColor="accent2" w:themeShade="BF"/>
                              <w:sz w:val="36"/>
                              <w:szCs w:val="36"/>
                            </w:rPr>
                            <w:t>practice leaflet</w:t>
                          </w:r>
                        </w:sdtContent>
                      </w:sdt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DE4C52">
        <w:rPr>
          <w:noProof/>
          <w:lang w:val="en-IE" w:eastAsia="en-IE"/>
          <w14:numForm w14:val="defaul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-50850</wp:posOffset>
                </wp:positionH>
                <wp:positionV relativeFrom="paragraph">
                  <wp:posOffset>1271514</wp:posOffset>
                </wp:positionV>
                <wp:extent cx="2102729" cy="7061835"/>
                <wp:effectExtent l="0" t="0" r="12065" b="2476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729" cy="706183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38D6" w:rsidRPr="00483B6B" w:rsidRDefault="00DE4C52" w:rsidP="00DE4C52">
                            <w:pPr>
                              <w:pStyle w:val="StorySubtitle"/>
                              <w:shd w:val="clear" w:color="auto" w:fill="E3F1ED" w:themeFill="accent3" w:themeFillTint="33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color w:val="1A495D" w:themeColor="accent1" w:themeShade="80"/>
                                <w:sz w:val="32"/>
                                <w:szCs w:val="32"/>
                              </w:rPr>
                            </w:pPr>
                            <w:r w:rsidRPr="00483B6B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color w:val="1A495D" w:themeColor="accent1" w:themeShade="80"/>
                                <w:sz w:val="32"/>
                                <w:szCs w:val="32"/>
                              </w:rPr>
                              <w:t>Practice Updates</w:t>
                            </w:r>
                            <w:r w:rsidR="00C938D6" w:rsidRPr="00483B6B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color w:val="1A495D" w:themeColor="accent1" w:themeShade="80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:rsidR="009A31A8" w:rsidRPr="00B31814" w:rsidRDefault="00C0678B" w:rsidP="00DE4C52">
                            <w:pPr>
                              <w:pStyle w:val="StorySubtitle"/>
                              <w:shd w:val="clear" w:color="auto" w:fill="E3F1ED" w:themeFill="accent3" w:themeFillTint="33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</w:pPr>
                            <w:r w:rsidRPr="00B31814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On the recent retirement in April 2017 </w:t>
                            </w:r>
                            <w:r w:rsidR="00E75AE4" w:rsidRPr="00B31814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of Dr</w:t>
                            </w:r>
                            <w:r w:rsidRPr="00B31814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. Charles O’Malley, we would like to notify our patient’s that Dr. Maura Whelehan is the principal GP within the surgery. </w:t>
                            </w:r>
                          </w:p>
                          <w:p w:rsidR="009A31A8" w:rsidRPr="00483B6B" w:rsidRDefault="009A31A8" w:rsidP="00DE4C52">
                            <w:pPr>
                              <w:pStyle w:val="StorySubtitle"/>
                              <w:shd w:val="clear" w:color="auto" w:fill="E3F1ED" w:themeFill="accent3" w:themeFillTint="33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18"/>
                                <w:szCs w:val="18"/>
                              </w:rPr>
                            </w:pPr>
                          </w:p>
                          <w:p w:rsidR="009A31A8" w:rsidRPr="00B31814" w:rsidRDefault="009A31A8" w:rsidP="00DE4C52">
                            <w:pPr>
                              <w:pStyle w:val="StorySubtitle"/>
                              <w:shd w:val="clear" w:color="auto" w:fill="E3F1ED" w:themeFill="accent3" w:themeFillTint="33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</w:pPr>
                            <w:r w:rsidRPr="00B31814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We would like to take this opportunity to update you on the recent changes to the pract</w:t>
                            </w:r>
                            <w:r w:rsidR="00E75AE4" w:rsidRPr="00B31814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ice. </w:t>
                            </w:r>
                            <w:r w:rsidRPr="00B31814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We appreciate your ongoing cooperation during this time of transition and want to “Thank you” for your </w:t>
                            </w:r>
                            <w:r w:rsidR="00201963" w:rsidRPr="00B31814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patience and assistance. </w:t>
                            </w:r>
                            <w:r w:rsidRPr="00B31814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891620" w:rsidRPr="00B31814" w:rsidRDefault="00891620" w:rsidP="00DE4C52">
                            <w:pPr>
                              <w:shd w:val="clear" w:color="auto" w:fill="E3F1ED" w:themeFill="accent3" w:themeFillTint="33"/>
                              <w:ind w:firstLine="0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</w:rPr>
                            </w:pPr>
                          </w:p>
                          <w:p w:rsidR="009A31A8" w:rsidRPr="00483B6B" w:rsidRDefault="009A31A8" w:rsidP="00DE4C52">
                            <w:pPr>
                              <w:pStyle w:val="StorySubtitle"/>
                              <w:shd w:val="clear" w:color="auto" w:fill="E3F1ED" w:themeFill="accent3" w:themeFillTint="33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color w:val="1A495D" w:themeColor="accent1" w:themeShade="80"/>
                                <w:sz w:val="32"/>
                                <w:szCs w:val="32"/>
                              </w:rPr>
                            </w:pPr>
                            <w:r w:rsidRPr="00483B6B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color w:val="1A495D" w:themeColor="accent1" w:themeShade="80"/>
                                <w:sz w:val="32"/>
                                <w:szCs w:val="32"/>
                              </w:rPr>
                              <w:t>Members of the Practice:</w:t>
                            </w:r>
                          </w:p>
                          <w:p w:rsidR="009A31A8" w:rsidRPr="00781C5D" w:rsidRDefault="009A31A8" w:rsidP="00DE4C52">
                            <w:pPr>
                              <w:pStyle w:val="StorySubtitle"/>
                              <w:shd w:val="clear" w:color="auto" w:fill="E3F1ED" w:themeFill="accent3" w:themeFillTint="33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>GP’s</w:t>
                            </w:r>
                            <w:r w:rsidR="0013028A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 xml:space="preserve"> &amp; Staff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  <w:p w:rsidR="009A31A8" w:rsidRPr="00781C5D" w:rsidRDefault="009A31A8" w:rsidP="00DE4C52">
                            <w:pPr>
                              <w:pStyle w:val="StorySubtitle"/>
                              <w:shd w:val="clear" w:color="auto" w:fill="E3F1ED" w:themeFill="accent3" w:themeFillTint="33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  <w:t>Dr. Maura Whelehan</w:t>
                            </w:r>
                            <w:r w:rsidR="00201963"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  <w:t xml:space="preserve"> &amp; Associates</w:t>
                            </w:r>
                          </w:p>
                          <w:p w:rsidR="009A31A8" w:rsidRPr="00781C5D" w:rsidRDefault="009A31A8" w:rsidP="00DE4C52">
                            <w:pPr>
                              <w:pStyle w:val="StorySubtitle"/>
                              <w:shd w:val="clear" w:color="auto" w:fill="E3F1ED" w:themeFill="accent3" w:themeFillTint="33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  <w:t xml:space="preserve">Practice Nurse: 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Una </w:t>
                            </w:r>
                          </w:p>
                          <w:p w:rsidR="009A31A8" w:rsidRPr="00781C5D" w:rsidRDefault="009A31A8" w:rsidP="00DE4C52">
                            <w:pPr>
                              <w:pStyle w:val="StorySubtitle"/>
                              <w:shd w:val="clear" w:color="auto" w:fill="E3F1ED" w:themeFill="accent3" w:themeFillTint="33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  <w:t xml:space="preserve">Practice Manager: 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Lupita</w:t>
                            </w:r>
                          </w:p>
                          <w:p w:rsidR="009A31A8" w:rsidRPr="00781C5D" w:rsidRDefault="009A31A8" w:rsidP="00DE4C52">
                            <w:pPr>
                              <w:pStyle w:val="StorySubtitle"/>
                              <w:shd w:val="clear" w:color="auto" w:fill="E3F1ED" w:themeFill="accent3" w:themeFillTint="33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  <w:t>Secretar</w:t>
                            </w:r>
                            <w:r w:rsidR="009331A5"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  <w:t>y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B31814"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Patricia </w:t>
                            </w:r>
                          </w:p>
                          <w:p w:rsidR="009331A5" w:rsidRPr="00781C5D" w:rsidRDefault="009331A5" w:rsidP="00DE4C52">
                            <w:pPr>
                              <w:pStyle w:val="StorySubtitle"/>
                              <w:shd w:val="clear" w:color="auto" w:fill="E3F1ED" w:themeFill="accent3" w:themeFillTint="33"/>
                              <w:spacing w:line="240" w:lineRule="auto"/>
                              <w:jc w:val="both"/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8"/>
                                <w:szCs w:val="28"/>
                              </w:rPr>
                              <w:t xml:space="preserve">Secretary: </w:t>
                            </w:r>
                            <w:r w:rsidR="00B31814" w:rsidRPr="00781C5D">
                              <w:rPr>
                                <w:rStyle w:val="IntenseEmphasis"/>
                                <w:rFonts w:ascii="Microsoft Himalaya" w:hAnsi="Microsoft Himalaya" w:cs="Microsoft Himalaya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Niamh</w:t>
                            </w:r>
                          </w:p>
                          <w:p w:rsidR="0013028A" w:rsidRPr="00DE4C52" w:rsidRDefault="0013028A" w:rsidP="00DE4C52">
                            <w:pPr>
                              <w:shd w:val="clear" w:color="auto" w:fill="E3F1ED" w:themeFill="accent3" w:themeFillTint="33"/>
                              <w:spacing w:line="240" w:lineRule="auto"/>
                              <w:ind w:firstLine="0"/>
                              <w:jc w:val="both"/>
                              <w:rPr>
                                <w:rStyle w:val="Emphasis"/>
                                <w:sz w:val="20"/>
                                <w:szCs w:val="20"/>
                              </w:rPr>
                            </w:pPr>
                          </w:p>
                          <w:p w:rsidR="0013028A" w:rsidRPr="00DE4C52" w:rsidRDefault="0013028A" w:rsidP="00DE4C52">
                            <w:pPr>
                              <w:shd w:val="clear" w:color="auto" w:fill="E3F1ED" w:themeFill="accent3" w:themeFillTint="33"/>
                              <w:spacing w:line="240" w:lineRule="auto"/>
                              <w:ind w:firstLine="0"/>
                              <w:rPr>
                                <w:rStyle w:val="Emphasis"/>
                                <w:rFonts w:ascii="Microsoft Himalaya" w:hAnsi="Microsoft Himalaya" w:cs="Microsoft Himalaya"/>
                                <w:b/>
                                <w:i w:val="0"/>
                                <w:color w:val="1A495D" w:themeColor="accent1" w:themeShade="80"/>
                                <w:sz w:val="36"/>
                                <w:szCs w:val="36"/>
                              </w:rPr>
                            </w:pPr>
                            <w:r w:rsidRPr="00DE4C52">
                              <w:rPr>
                                <w:rStyle w:val="Emphasis"/>
                                <w:rFonts w:ascii="Microsoft Himalaya" w:hAnsi="Microsoft Himalaya" w:cs="Microsoft Himalaya"/>
                                <w:b/>
                                <w:i w:val="0"/>
                                <w:color w:val="1A495D" w:themeColor="accent1" w:themeShade="80"/>
                                <w:sz w:val="36"/>
                                <w:szCs w:val="36"/>
                              </w:rPr>
                              <w:t>Information for patients:</w:t>
                            </w:r>
                          </w:p>
                          <w:p w:rsidR="00DE4C52" w:rsidRPr="00483B6B" w:rsidRDefault="00DE4C52" w:rsidP="00DE4C52">
                            <w:pPr>
                              <w:shd w:val="clear" w:color="auto" w:fill="E3F1ED" w:themeFill="accent3" w:themeFillTint="33"/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color w:val="1A495D" w:themeColor="accent1" w:themeShade="80"/>
                                <w:sz w:val="2"/>
                                <w:szCs w:val="2"/>
                              </w:rPr>
                            </w:pPr>
                          </w:p>
                          <w:p w:rsidR="0013028A" w:rsidRPr="00781C5D" w:rsidRDefault="0013028A" w:rsidP="00DE4C52">
                            <w:pPr>
                              <w:shd w:val="clear" w:color="auto" w:fill="E3F1ED" w:themeFill="accent3" w:themeFillTint="33"/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>Avoid delays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When booking your appointment, please inform the secretary if you wish to attend for any specialized visit such as antenatal, </w:t>
                            </w:r>
                            <w:proofErr w:type="spellStart"/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Mirena</w:t>
                            </w:r>
                            <w:proofErr w:type="spellEnd"/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, </w:t>
                            </w:r>
                            <w:proofErr w:type="spellStart"/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Cryo</w:t>
                            </w:r>
                            <w:proofErr w:type="spellEnd"/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, Ear syringe, bloods, </w:t>
                            </w:r>
                            <w:r w:rsidR="00DE4C52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driver’s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license, etc. </w:t>
                            </w:r>
                            <w:r w:rsidR="00DE4C52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This will assist 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our reception staff allocate the appropriate appointment type as some appointments require more than 15 min.  </w:t>
                            </w:r>
                          </w:p>
                          <w:p w:rsidR="0013028A" w:rsidRPr="00483B6B" w:rsidRDefault="0013028A" w:rsidP="00DE4C52">
                            <w:pPr>
                              <w:shd w:val="clear" w:color="auto" w:fill="E3F1ED" w:themeFill="accent3" w:themeFillTint="33"/>
                              <w:ind w:firstLine="0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p w:rsidR="00DE4C52" w:rsidRPr="00DE4C52" w:rsidRDefault="00DE4C52" w:rsidP="00DE4C52">
                            <w:pPr>
                              <w:shd w:val="clear" w:color="auto" w:fill="E3F1ED" w:themeFill="accent3" w:themeFillTint="33"/>
                              <w:spacing w:line="240" w:lineRule="auto"/>
                              <w:ind w:firstLine="0"/>
                              <w:jc w:val="both"/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</w:pPr>
                            <w:r w:rsidRPr="00DE4C52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>Forms &amp; Letters</w:t>
                            </w:r>
                            <w:r w:rsidRPr="00DE4C52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DE4C52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If you require a form to be completed, please ring our reception staff as some forms may require a visit, other forms may incur an administration fee.</w:t>
                            </w:r>
                          </w:p>
                          <w:p w:rsidR="00DE4C52" w:rsidRPr="00DF2BF1" w:rsidRDefault="00DE4C52" w:rsidP="00DE4C52">
                            <w:pPr>
                              <w:shd w:val="clear" w:color="auto" w:fill="E3F1ED" w:themeFill="accent3" w:themeFillTint="33"/>
                              <w:ind w:firstLine="0"/>
                              <w:rPr>
                                <w:rStyle w:val="IntenseEmphasis"/>
                                <w:rFonts w:ascii="Microsoft Himalaya" w:hAnsi="Microsoft Himalaya" w:cs="Microsoft Himalaya"/>
                                <w:i w:val="0"/>
                                <w:sz w:val="22"/>
                              </w:rPr>
                            </w:pPr>
                          </w:p>
                          <w:p w:rsidR="00DE4C52" w:rsidRPr="00DF2BF1" w:rsidRDefault="00DE4C52" w:rsidP="00DE4C52">
                            <w:pPr>
                              <w:shd w:val="clear" w:color="auto" w:fill="E3F1ED" w:themeFill="accent3" w:themeFillTint="33"/>
                              <w:ind w:firstLine="0"/>
                              <w:rPr>
                                <w:rFonts w:ascii="Microsoft Himalaya" w:eastAsia="Arial Unicode MS" w:hAnsi="Microsoft Himalaya" w:cs="Microsoft Himalaya"/>
                                <w:b/>
                                <w:sz w:val="22"/>
                                <w:lang w:val="en-IE"/>
                              </w:rPr>
                            </w:pPr>
                          </w:p>
                          <w:p w:rsidR="00DE4C52" w:rsidRPr="00DB7421" w:rsidRDefault="00DE4C52" w:rsidP="00DE4C52">
                            <w:pPr>
                              <w:shd w:val="clear" w:color="auto" w:fill="E3F1ED" w:themeFill="accent3" w:themeFillTint="33"/>
                              <w:ind w:firstLine="0"/>
                              <w:rPr>
                                <w:rFonts w:ascii="Arial Unicode MS" w:eastAsia="Arial Unicode MS" w:hAnsi="Arial Unicode MS" w:cs="Arial Unicode MS"/>
                                <w:b/>
                                <w:sz w:val="20"/>
                                <w:szCs w:val="20"/>
                                <w:lang w:val="en-IE"/>
                              </w:rPr>
                            </w:pPr>
                          </w:p>
                          <w:p w:rsidR="00DE4C52" w:rsidRPr="0014155D" w:rsidRDefault="00DE4C52" w:rsidP="00DE4C52">
                            <w:pPr>
                              <w:shd w:val="clear" w:color="auto" w:fill="E3F1ED" w:themeFill="accent3" w:themeFillTint="33"/>
                              <w:ind w:firstLine="0"/>
                              <w:rPr>
                                <w:rFonts w:ascii="Arial Unicode MS" w:eastAsia="Arial Unicode MS" w:hAnsi="Arial Unicode MS" w:cs="Arial Unicode MS"/>
                                <w:sz w:val="20"/>
                                <w:szCs w:val="20"/>
                                <w:lang w:val="en-IE"/>
                              </w:rPr>
                            </w:pPr>
                          </w:p>
                          <w:p w:rsidR="00DE4C52" w:rsidRPr="00781C5D" w:rsidRDefault="00DE4C52" w:rsidP="00DE4C52">
                            <w:pPr>
                              <w:shd w:val="clear" w:color="auto" w:fill="E3F1ED" w:themeFill="accent3" w:themeFillTint="33"/>
                              <w:ind w:firstLine="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-4pt;margin-top:100.1pt;width:165.55pt;height:556.0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" fillcolor="#e3f1ed [662]" strokecolor="#58b6c0 [3205]" strokeweight="2pt">
                <v:textbox>
                  <w:txbxContent>
                    <w:p w:rsidR="00C938D6" w:rsidRPr="00483B6B" w:rsidRDefault="00DE4C52" w:rsidP="00DE4C52">
                      <w:pPr>
                        <w:pStyle w:val="StorySubtitle"/>
                        <w:shd w:val="clear" w:color="auto" w:fill="E3F1ED" w:themeFill="accent3" w:themeFillTint="33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color w:val="1A495D" w:themeColor="accent1" w:themeShade="80"/>
                          <w:sz w:val="32"/>
                          <w:szCs w:val="32"/>
                        </w:rPr>
                      </w:pPr>
                      <w:r w:rsidRPr="00483B6B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color w:val="1A495D" w:themeColor="accent1" w:themeShade="80"/>
                          <w:sz w:val="32"/>
                          <w:szCs w:val="32"/>
                        </w:rPr>
                        <w:t>Practice Updates</w:t>
                      </w:r>
                      <w:r w:rsidR="00C938D6" w:rsidRPr="00483B6B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color w:val="1A495D" w:themeColor="accent1" w:themeShade="80"/>
                          <w:sz w:val="32"/>
                          <w:szCs w:val="32"/>
                        </w:rPr>
                        <w:t>:</w:t>
                      </w:r>
                    </w:p>
                    <w:p w:rsidR="009A31A8" w:rsidRPr="00B31814" w:rsidRDefault="00C0678B" w:rsidP="00DE4C52">
                      <w:pPr>
                        <w:pStyle w:val="StorySubtitle"/>
                        <w:shd w:val="clear" w:color="auto" w:fill="E3F1ED" w:themeFill="accent3" w:themeFillTint="33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</w:pPr>
                      <w:r w:rsidRPr="00B31814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 xml:space="preserve">On the recent retirement in April 2017 </w:t>
                      </w:r>
                      <w:r w:rsidR="00E75AE4" w:rsidRPr="00B31814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>of Dr</w:t>
                      </w:r>
                      <w:r w:rsidRPr="00B31814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 xml:space="preserve">. Charles O’Malley, we would like to notify our patient’s that Dr. Maura Whelehan is the principal GP within the surgery. </w:t>
                      </w:r>
                    </w:p>
                    <w:p w:rsidR="009A31A8" w:rsidRPr="00483B6B" w:rsidRDefault="009A31A8" w:rsidP="00DE4C52">
                      <w:pPr>
                        <w:pStyle w:val="StorySubtitle"/>
                        <w:shd w:val="clear" w:color="auto" w:fill="E3F1ED" w:themeFill="accent3" w:themeFillTint="33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18"/>
                          <w:szCs w:val="18"/>
                        </w:rPr>
                      </w:pPr>
                    </w:p>
                    <w:p w:rsidR="009A31A8" w:rsidRPr="00B31814" w:rsidRDefault="009A31A8" w:rsidP="00DE4C52">
                      <w:pPr>
                        <w:pStyle w:val="StorySubtitle"/>
                        <w:shd w:val="clear" w:color="auto" w:fill="E3F1ED" w:themeFill="accent3" w:themeFillTint="33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</w:pPr>
                      <w:r w:rsidRPr="00B31814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>We would like to take this opportunity to update you on the recent changes to the pract</w:t>
                      </w:r>
                      <w:r w:rsidR="00E75AE4" w:rsidRPr="00B31814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 xml:space="preserve">ice. </w:t>
                      </w:r>
                      <w:r w:rsidRPr="00B31814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 xml:space="preserve">We appreciate your ongoing cooperation during this time of transition and want to “Thank you” for your </w:t>
                      </w:r>
                      <w:r w:rsidR="00201963" w:rsidRPr="00B31814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 xml:space="preserve">patience and assistance. </w:t>
                      </w:r>
                      <w:r w:rsidRPr="00B31814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891620" w:rsidRPr="00B31814" w:rsidRDefault="00891620" w:rsidP="00DE4C52">
                      <w:pPr>
                        <w:shd w:val="clear" w:color="auto" w:fill="E3F1ED" w:themeFill="accent3" w:themeFillTint="33"/>
                        <w:ind w:firstLine="0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</w:rPr>
                      </w:pPr>
                    </w:p>
                    <w:p w:rsidR="009A31A8" w:rsidRPr="00483B6B" w:rsidRDefault="009A31A8" w:rsidP="00DE4C52">
                      <w:pPr>
                        <w:pStyle w:val="StorySubtitle"/>
                        <w:shd w:val="clear" w:color="auto" w:fill="E3F1ED" w:themeFill="accent3" w:themeFillTint="33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color w:val="1A495D" w:themeColor="accent1" w:themeShade="80"/>
                          <w:sz w:val="32"/>
                          <w:szCs w:val="32"/>
                        </w:rPr>
                      </w:pPr>
                      <w:r w:rsidRPr="00483B6B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color w:val="1A495D" w:themeColor="accent1" w:themeShade="80"/>
                          <w:sz w:val="32"/>
                          <w:szCs w:val="32"/>
                        </w:rPr>
                        <w:t>Members of the Practice:</w:t>
                      </w:r>
                    </w:p>
                    <w:p w:rsidR="009A31A8" w:rsidRPr="00781C5D" w:rsidRDefault="009A31A8" w:rsidP="00DE4C52">
                      <w:pPr>
                        <w:pStyle w:val="StorySubtitle"/>
                        <w:shd w:val="clear" w:color="auto" w:fill="E3F1ED" w:themeFill="accent3" w:themeFillTint="33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>GP’s</w:t>
                      </w:r>
                      <w:r w:rsidR="0013028A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 xml:space="preserve"> &amp; Staff</w:t>
                      </w:r>
                      <w:r w:rsidRPr="00781C5D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 xml:space="preserve">: </w:t>
                      </w:r>
                    </w:p>
                    <w:p w:rsidR="009A31A8" w:rsidRPr="00781C5D" w:rsidRDefault="009A31A8" w:rsidP="00DE4C52">
                      <w:pPr>
                        <w:pStyle w:val="StorySubtitle"/>
                        <w:shd w:val="clear" w:color="auto" w:fill="E3F1ED" w:themeFill="accent3" w:themeFillTint="33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  <w:t>Dr. Maura Whelehan</w:t>
                      </w:r>
                      <w:r w:rsidR="00201963" w:rsidRPr="00781C5D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  <w:t xml:space="preserve"> &amp; Associates</w:t>
                      </w:r>
                    </w:p>
                    <w:p w:rsidR="009A31A8" w:rsidRPr="00781C5D" w:rsidRDefault="009A31A8" w:rsidP="00DE4C52">
                      <w:pPr>
                        <w:pStyle w:val="StorySubtitle"/>
                        <w:shd w:val="clear" w:color="auto" w:fill="E3F1ED" w:themeFill="accent3" w:themeFillTint="33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  <w:t xml:space="preserve">Practice Nurse: </w:t>
                      </w:r>
                      <w:r w:rsidRPr="00781C5D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 xml:space="preserve">Una </w:t>
                      </w:r>
                    </w:p>
                    <w:p w:rsidR="009A31A8" w:rsidRPr="00781C5D" w:rsidRDefault="009A31A8" w:rsidP="00DE4C52">
                      <w:pPr>
                        <w:pStyle w:val="StorySubtitle"/>
                        <w:shd w:val="clear" w:color="auto" w:fill="E3F1ED" w:themeFill="accent3" w:themeFillTint="33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  <w:t xml:space="preserve">Practice Manager: </w:t>
                      </w:r>
                      <w:r w:rsidRPr="00781C5D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>Lupita</w:t>
                      </w:r>
                    </w:p>
                    <w:p w:rsidR="009A31A8" w:rsidRPr="00781C5D" w:rsidRDefault="009A31A8" w:rsidP="00DE4C52">
                      <w:pPr>
                        <w:pStyle w:val="StorySubtitle"/>
                        <w:shd w:val="clear" w:color="auto" w:fill="E3F1ED" w:themeFill="accent3" w:themeFillTint="33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  <w:t>Secretar</w:t>
                      </w:r>
                      <w:r w:rsidR="009331A5" w:rsidRPr="00781C5D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  <w:t>y</w:t>
                      </w:r>
                      <w:r w:rsidRPr="00781C5D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  <w:t xml:space="preserve">: </w:t>
                      </w:r>
                      <w:r w:rsidR="00B31814" w:rsidRPr="00781C5D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 xml:space="preserve">Patricia </w:t>
                      </w:r>
                    </w:p>
                    <w:p w:rsidR="009331A5" w:rsidRPr="00781C5D" w:rsidRDefault="009331A5" w:rsidP="00DE4C52">
                      <w:pPr>
                        <w:pStyle w:val="StorySubtitle"/>
                        <w:shd w:val="clear" w:color="auto" w:fill="E3F1ED" w:themeFill="accent3" w:themeFillTint="33"/>
                        <w:spacing w:line="240" w:lineRule="auto"/>
                        <w:jc w:val="both"/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8"/>
                          <w:szCs w:val="28"/>
                        </w:rPr>
                        <w:t xml:space="preserve">Secretary: </w:t>
                      </w:r>
                      <w:r w:rsidR="00B31814" w:rsidRPr="00781C5D">
                        <w:rPr>
                          <w:rStyle w:val="IntenseEmphasis"/>
                          <w:rFonts w:ascii="Microsoft Himalaya" w:hAnsi="Microsoft Himalaya" w:cs="Microsoft Himalaya"/>
                          <w:b w:val="0"/>
                          <w:i w:val="0"/>
                          <w:sz w:val="28"/>
                          <w:szCs w:val="28"/>
                        </w:rPr>
                        <w:t>Niamh</w:t>
                      </w:r>
                    </w:p>
                    <w:p w:rsidR="0013028A" w:rsidRPr="00DE4C52" w:rsidRDefault="0013028A" w:rsidP="00DE4C52">
                      <w:pPr>
                        <w:shd w:val="clear" w:color="auto" w:fill="E3F1ED" w:themeFill="accent3" w:themeFillTint="33"/>
                        <w:spacing w:line="240" w:lineRule="auto"/>
                        <w:ind w:firstLine="0"/>
                        <w:jc w:val="both"/>
                        <w:rPr>
                          <w:rStyle w:val="Emphasis"/>
                          <w:sz w:val="20"/>
                          <w:szCs w:val="20"/>
                        </w:rPr>
                      </w:pPr>
                    </w:p>
                    <w:p w:rsidR="0013028A" w:rsidRPr="00DE4C52" w:rsidRDefault="0013028A" w:rsidP="00DE4C52">
                      <w:pPr>
                        <w:shd w:val="clear" w:color="auto" w:fill="E3F1ED" w:themeFill="accent3" w:themeFillTint="33"/>
                        <w:spacing w:line="240" w:lineRule="auto"/>
                        <w:ind w:firstLine="0"/>
                        <w:rPr>
                          <w:rStyle w:val="Emphasis"/>
                          <w:rFonts w:ascii="Microsoft Himalaya" w:hAnsi="Microsoft Himalaya" w:cs="Microsoft Himalaya"/>
                          <w:b/>
                          <w:i w:val="0"/>
                          <w:color w:val="1A495D" w:themeColor="accent1" w:themeShade="80"/>
                          <w:sz w:val="36"/>
                          <w:szCs w:val="36"/>
                        </w:rPr>
                      </w:pPr>
                      <w:r w:rsidRPr="00DE4C52">
                        <w:rPr>
                          <w:rStyle w:val="Emphasis"/>
                          <w:rFonts w:ascii="Microsoft Himalaya" w:hAnsi="Microsoft Himalaya" w:cs="Microsoft Himalaya"/>
                          <w:b/>
                          <w:i w:val="0"/>
                          <w:color w:val="1A495D" w:themeColor="accent1" w:themeShade="80"/>
                          <w:sz w:val="36"/>
                          <w:szCs w:val="36"/>
                        </w:rPr>
                        <w:t>Information for patients:</w:t>
                      </w:r>
                    </w:p>
                    <w:p w:rsidR="00DE4C52" w:rsidRPr="00483B6B" w:rsidRDefault="00DE4C52" w:rsidP="00DE4C52">
                      <w:pPr>
                        <w:shd w:val="clear" w:color="auto" w:fill="E3F1ED" w:themeFill="accent3" w:themeFillTint="33"/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i w:val="0"/>
                          <w:color w:val="1A495D" w:themeColor="accent1" w:themeShade="80"/>
                          <w:sz w:val="2"/>
                          <w:szCs w:val="2"/>
                        </w:rPr>
                      </w:pPr>
                    </w:p>
                    <w:p w:rsidR="0013028A" w:rsidRPr="00781C5D" w:rsidRDefault="0013028A" w:rsidP="00DE4C52">
                      <w:pPr>
                        <w:shd w:val="clear" w:color="auto" w:fill="E3F1ED" w:themeFill="accent3" w:themeFillTint="33"/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>Avoid delays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 xml:space="preserve">: 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When booking your appointment, please inform the secretary if you wish to attend for any specialized visit such as antenatal, </w:t>
                      </w:r>
                      <w:proofErr w:type="spellStart"/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Mirena</w:t>
                      </w:r>
                      <w:proofErr w:type="spellEnd"/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, </w:t>
                      </w:r>
                      <w:proofErr w:type="spellStart"/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Cryo</w:t>
                      </w:r>
                      <w:proofErr w:type="spellEnd"/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, Ear syringe, bloods, </w:t>
                      </w:r>
                      <w:r w:rsidR="00DE4C52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driver’s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 license, etc. </w:t>
                      </w:r>
                      <w:r w:rsidR="00DE4C52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This will assist 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our reception staff allocate the appropriate appointment type as some appointments require more than 15 min.  </w:t>
                      </w:r>
                    </w:p>
                    <w:p w:rsidR="0013028A" w:rsidRPr="00483B6B" w:rsidRDefault="0013028A" w:rsidP="00DE4C52">
                      <w:pPr>
                        <w:shd w:val="clear" w:color="auto" w:fill="E3F1ED" w:themeFill="accent3" w:themeFillTint="33"/>
                        <w:ind w:firstLine="0"/>
                        <w:rPr>
                          <w:sz w:val="10"/>
                          <w:szCs w:val="10"/>
                        </w:rPr>
                      </w:pPr>
                    </w:p>
                    <w:p w:rsidR="00DE4C52" w:rsidRPr="00DE4C52" w:rsidRDefault="00DE4C52" w:rsidP="00DE4C52">
                      <w:pPr>
                        <w:shd w:val="clear" w:color="auto" w:fill="E3F1ED" w:themeFill="accent3" w:themeFillTint="33"/>
                        <w:spacing w:line="240" w:lineRule="auto"/>
                        <w:ind w:firstLine="0"/>
                        <w:jc w:val="both"/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</w:pPr>
                      <w:r w:rsidRPr="00DE4C52">
                        <w:rPr>
                          <w:rStyle w:val="IntenseEmphasis"/>
                          <w:rFonts w:ascii="Microsoft Himalaya" w:hAnsi="Microsoft Himalaya" w:cs="David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>Forms &amp; Letters</w:t>
                      </w:r>
                      <w:r w:rsidRPr="00DE4C52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 xml:space="preserve">: </w:t>
                      </w:r>
                      <w:r w:rsidRPr="00DE4C52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If you require a form to be completed, please ring our reception staff as some forms may require a visit, other forms may incur an administration fee.</w:t>
                      </w:r>
                    </w:p>
                    <w:p w:rsidR="00DE4C52" w:rsidRPr="00DF2BF1" w:rsidRDefault="00DE4C52" w:rsidP="00DE4C52">
                      <w:pPr>
                        <w:shd w:val="clear" w:color="auto" w:fill="E3F1ED" w:themeFill="accent3" w:themeFillTint="33"/>
                        <w:ind w:firstLine="0"/>
                        <w:rPr>
                          <w:rStyle w:val="IntenseEmphasis"/>
                          <w:rFonts w:ascii="Microsoft Himalaya" w:hAnsi="Microsoft Himalaya" w:cs="Microsoft Himalaya"/>
                          <w:i w:val="0"/>
                          <w:sz w:val="22"/>
                        </w:rPr>
                      </w:pPr>
                    </w:p>
                    <w:p w:rsidR="00DE4C52" w:rsidRPr="00DF2BF1" w:rsidRDefault="00DE4C52" w:rsidP="00DE4C52">
                      <w:pPr>
                        <w:shd w:val="clear" w:color="auto" w:fill="E3F1ED" w:themeFill="accent3" w:themeFillTint="33"/>
                        <w:ind w:firstLine="0"/>
                        <w:rPr>
                          <w:rFonts w:ascii="Microsoft Himalaya" w:eastAsia="Arial Unicode MS" w:hAnsi="Microsoft Himalaya" w:cs="Microsoft Himalaya"/>
                          <w:b/>
                          <w:sz w:val="22"/>
                          <w:lang w:val="en-IE"/>
                        </w:rPr>
                      </w:pPr>
                    </w:p>
                    <w:p w:rsidR="00DE4C52" w:rsidRPr="00DB7421" w:rsidRDefault="00DE4C52" w:rsidP="00DE4C52">
                      <w:pPr>
                        <w:shd w:val="clear" w:color="auto" w:fill="E3F1ED" w:themeFill="accent3" w:themeFillTint="33"/>
                        <w:ind w:firstLine="0"/>
                        <w:rPr>
                          <w:rFonts w:ascii="Arial Unicode MS" w:eastAsia="Arial Unicode MS" w:hAnsi="Arial Unicode MS" w:cs="Arial Unicode MS"/>
                          <w:b/>
                          <w:sz w:val="20"/>
                          <w:szCs w:val="20"/>
                          <w:lang w:val="en-IE"/>
                        </w:rPr>
                      </w:pPr>
                    </w:p>
                    <w:p w:rsidR="00DE4C52" w:rsidRPr="0014155D" w:rsidRDefault="00DE4C52" w:rsidP="00DE4C52">
                      <w:pPr>
                        <w:shd w:val="clear" w:color="auto" w:fill="E3F1ED" w:themeFill="accent3" w:themeFillTint="33"/>
                        <w:ind w:firstLine="0"/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  <w:lang w:val="en-IE"/>
                        </w:rPr>
                      </w:pPr>
                    </w:p>
                    <w:p w:rsidR="00DE4C52" w:rsidRPr="00781C5D" w:rsidRDefault="00DE4C52" w:rsidP="00DE4C52">
                      <w:pPr>
                        <w:shd w:val="clear" w:color="auto" w:fill="E3F1ED" w:themeFill="accent3" w:themeFillTint="33"/>
                        <w:ind w:firstLine="0"/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E4C52">
        <w:rPr>
          <w:noProof/>
          <w:lang w:val="en-IE" w:eastAsia="en-IE"/>
          <w14:numForm w14:val="defaul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65E3649" wp14:editId="47556AFB">
                <wp:simplePos x="0" y="0"/>
                <wp:positionH relativeFrom="margin">
                  <wp:posOffset>2115576</wp:posOffset>
                </wp:positionH>
                <wp:positionV relativeFrom="paragraph">
                  <wp:posOffset>1271514</wp:posOffset>
                </wp:positionV>
                <wp:extent cx="2264410" cy="7061835"/>
                <wp:effectExtent l="0" t="0" r="21590" b="247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4410" cy="706183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4C52" w:rsidRDefault="00891620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>Appointments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  <w:t>:</w:t>
                            </w:r>
                            <w:r w:rsidR="00DF2BF1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DE4C52" w:rsidRPr="00DE4C52" w:rsidRDefault="00DE4C52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10"/>
                                <w:szCs w:val="10"/>
                              </w:rPr>
                            </w:pPr>
                          </w:p>
                          <w:p w:rsidR="000276FD" w:rsidRPr="00781C5D" w:rsidRDefault="00891620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You may not need an appointment for certain it</w:t>
                            </w:r>
                            <w:r w:rsidR="009331A5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ems such as repeat routine prescriptions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9331A5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completion of forms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, or general information you wish to relay to the GP.  Our reception staff can relay this infor</w:t>
                            </w:r>
                            <w:r w:rsidR="009331A5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mation to the GP for processing.</w:t>
                            </w:r>
                            <w:r w:rsidR="009331A5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276FD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0276FD" w:rsidRPr="00DE4C52" w:rsidRDefault="000276FD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2"/>
                              </w:rPr>
                            </w:pPr>
                          </w:p>
                          <w:p w:rsidR="00932D46" w:rsidRPr="00DE4C52" w:rsidRDefault="009331A5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The surgery runs on</w:t>
                            </w:r>
                            <w:r w:rsidR="00891620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an appointment only basis. Appointm</w:t>
                            </w:r>
                            <w:r w:rsidR="00E51586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ents for Dr. Whelehan 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tend to book up</w:t>
                            </w:r>
                            <w:r w:rsidR="00E51586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days in advance, if you require an appointment sooner, please be reassured that all </w:t>
                            </w:r>
                            <w:r w:rsidR="00891620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our GP’s in the Practice are fully qualified to assist </w:t>
                            </w:r>
                            <w:r w:rsidR="00E51586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you an</w:t>
                            </w:r>
                            <w:r w:rsidR="000276FD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d have access to your chart.</w:t>
                            </w:r>
                            <w:r w:rsidR="00E51586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You can </w:t>
                            </w:r>
                            <w:r w:rsidR="000276FD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attend any 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of the GP’s in the practice. </w:t>
                            </w:r>
                          </w:p>
                          <w:p w:rsidR="00DB7421" w:rsidRPr="00DE4C52" w:rsidRDefault="00DB7421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</w:p>
                          <w:p w:rsidR="00DE4C52" w:rsidRDefault="0014155D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>Repeat Prescriptions:</w:t>
                            </w:r>
                            <w:r w:rsidR="00511D62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DB7421" w:rsidRPr="00781C5D" w:rsidRDefault="00511D62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D</w:t>
                            </w:r>
                            <w:r w:rsidR="00DB7421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ue to the busy nature of the practice we request that you ring in 72 hours </w:t>
                            </w:r>
                            <w:r w:rsidR="00891620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in advance to request your prescription. </w:t>
                            </w:r>
                          </w:p>
                          <w:p w:rsidR="0014155D" w:rsidRPr="00DE4C52" w:rsidRDefault="0014155D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color w:val="1A495D" w:themeColor="accent1" w:themeShade="80"/>
                                <w:sz w:val="24"/>
                                <w:szCs w:val="24"/>
                              </w:rPr>
                            </w:pPr>
                          </w:p>
                          <w:p w:rsidR="00DE4C52" w:rsidRDefault="0014155D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>Hospital Prescriptions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  <w:t>:</w:t>
                            </w:r>
                            <w:r w:rsidR="00DF2BF1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14155D" w:rsidRDefault="00DF2BF1" w:rsidP="00DE4C52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All medical card patients who</w:t>
                            </w:r>
                            <w:r w:rsidR="000276FD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hold a valid active card, on 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receiving a hospital prescription</w:t>
                            </w:r>
                            <w:r w:rsidR="000276FD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you can go directly to your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local </w:t>
                            </w:r>
                            <w:r w:rsidR="00B36767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Pharmacist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and ask for a 7</w:t>
                            </w:r>
                            <w:r w:rsidR="000276FD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day emergency hospital supply, please ring our receptionist for further details. </w:t>
                            </w:r>
                          </w:p>
                          <w:p w:rsidR="00DE4C52" w:rsidRPr="00DE4C52" w:rsidRDefault="00DE4C52" w:rsidP="00DE4C52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4"/>
                                <w:szCs w:val="24"/>
                              </w:rPr>
                            </w:pPr>
                          </w:p>
                          <w:p w:rsidR="00DE4C52" w:rsidRDefault="0014155D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>Social Welfare Certs:</w:t>
                            </w:r>
                            <w:r w:rsidR="00DF2BF1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32D46" w:rsidRPr="00781C5D" w:rsidRDefault="00DF2BF1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Please check with our reception staff for further information.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32D46" w:rsidRPr="00DE4C52" w:rsidRDefault="00932D46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4"/>
                                <w:szCs w:val="24"/>
                              </w:rPr>
                            </w:pPr>
                          </w:p>
                          <w:p w:rsidR="00DE4C52" w:rsidRDefault="00DF2BF1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color w:val="1A495D" w:themeColor="accent1" w:themeShade="80"/>
                                <w:sz w:val="28"/>
                                <w:szCs w:val="28"/>
                              </w:rPr>
                              <w:t xml:space="preserve">Sick Notes:  </w:t>
                            </w:r>
                          </w:p>
                          <w:p w:rsidR="00DF2BF1" w:rsidRDefault="00DF2BF1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</w:pP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Please be aware that sick notes will only be issued to </w:t>
                            </w:r>
                            <w:r w:rsidR="00E51586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>patients</w:t>
                            </w:r>
                            <w:r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who have attended the surgery</w:t>
                            </w:r>
                            <w:r w:rsidR="000276FD" w:rsidRPr="00781C5D"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  <w:t xml:space="preserve"> for an assessment. </w:t>
                            </w:r>
                          </w:p>
                          <w:p w:rsidR="00483B6B" w:rsidRPr="00781C5D" w:rsidRDefault="00483B6B" w:rsidP="00781C5D">
                            <w:pPr>
                              <w:spacing w:line="240" w:lineRule="auto"/>
                              <w:ind w:firstLine="0"/>
                              <w:rPr>
                                <w:rStyle w:val="IntenseEmphasis"/>
                                <w:rFonts w:ascii="Microsoft Himalaya" w:hAnsi="Microsoft Himalaya" w:cs="David"/>
                                <w:b w:val="0"/>
                                <w:i w:val="0"/>
                                <w:sz w:val="28"/>
                                <w:szCs w:val="28"/>
                              </w:rPr>
                            </w:pPr>
                          </w:p>
                          <w:p w:rsidR="00DF2BF1" w:rsidRPr="00781C5D" w:rsidRDefault="00DF2BF1" w:rsidP="00B31814">
                            <w:pPr>
                              <w:ind w:firstLine="0"/>
                              <w:jc w:val="both"/>
                              <w:rPr>
                                <w:rStyle w:val="IntenseEmphasis"/>
                                <w:rFonts w:ascii="Microsoft Himalaya" w:hAnsi="Microsoft Himalaya" w:cs="David"/>
                                <w:i w:val="0"/>
                                <w:sz w:val="24"/>
                                <w:szCs w:val="24"/>
                              </w:rPr>
                            </w:pPr>
                          </w:p>
                          <w:p w:rsidR="0014155D" w:rsidRPr="0014155D" w:rsidRDefault="0014155D" w:rsidP="0014155D">
                            <w:pPr>
                              <w:ind w:firstLine="0"/>
                              <w:rPr>
                                <w:rFonts w:ascii="Arial Unicode MS" w:eastAsia="Arial Unicode MS" w:hAnsi="Arial Unicode MS" w:cs="Arial Unicode MS"/>
                                <w:sz w:val="20"/>
                                <w:szCs w:val="20"/>
                                <w:lang w:val="en-I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E3649" id="Text Box 3" o:spid="_x0000_s1029" type="#_x0000_t202" style="position:absolute;margin-left:166.6pt;margin-top:100.1pt;width:178.3pt;height:556.0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" fillcolor="#ddf0f2 [661]" strokecolor="#3494ba [3204]" strokeweight="2pt">
                <v:textbox>
                  <w:txbxContent>
                    <w:p w:rsidR="00DE4C52" w:rsidRDefault="00891620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>Appointments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  <w:t>:</w:t>
                      </w:r>
                      <w:r w:rsidR="00DF2BF1"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DE4C52" w:rsidRPr="00DE4C52" w:rsidRDefault="00DE4C52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10"/>
                          <w:szCs w:val="10"/>
                        </w:rPr>
                      </w:pPr>
                    </w:p>
                    <w:p w:rsidR="000276FD" w:rsidRPr="00781C5D" w:rsidRDefault="00891620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You may not need an appointment for certain it</w:t>
                      </w:r>
                      <w:r w:rsidR="009331A5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ems such as repeat routine prescriptions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, </w:t>
                      </w:r>
                      <w:r w:rsidR="009331A5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completion of forms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, or general information you wish to relay to the GP.  Our reception staff can relay this infor</w:t>
                      </w:r>
                      <w:r w:rsidR="009331A5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mation to the GP for processing.</w:t>
                      </w:r>
                      <w:r w:rsidR="009331A5"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  <w:t xml:space="preserve"> </w:t>
                      </w:r>
                      <w:r w:rsidR="000276FD"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0276FD" w:rsidRPr="00DE4C52" w:rsidRDefault="000276FD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2"/>
                        </w:rPr>
                      </w:pPr>
                    </w:p>
                    <w:p w:rsidR="00932D46" w:rsidRPr="00DE4C52" w:rsidRDefault="009331A5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The surgery runs on</w:t>
                      </w:r>
                      <w:r w:rsidR="00891620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 an appointment only basis. Appointm</w:t>
                      </w:r>
                      <w:r w:rsidR="00E51586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ents for Dr. Whelehan 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tend to book up</w:t>
                      </w:r>
                      <w:r w:rsidR="00E51586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 days in advance, if you require an appointment sooner, please be reassured that all </w:t>
                      </w:r>
                      <w:r w:rsidR="00891620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our GP’s in the Practice are fully qualified to assist </w:t>
                      </w:r>
                      <w:r w:rsidR="00E51586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you an</w:t>
                      </w:r>
                      <w:r w:rsidR="000276FD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d have access to your chart.</w:t>
                      </w:r>
                      <w:r w:rsidR="00E51586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  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You can </w:t>
                      </w:r>
                      <w:r w:rsidR="000276FD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attend any 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of the GP’s in the practice. </w:t>
                      </w:r>
                    </w:p>
                    <w:p w:rsidR="00DB7421" w:rsidRPr="00DE4C52" w:rsidRDefault="00DB7421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4"/>
                          <w:szCs w:val="24"/>
                        </w:rPr>
                      </w:pPr>
                    </w:p>
                    <w:p w:rsidR="00DE4C52" w:rsidRDefault="0014155D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>Repeat Prescriptions:</w:t>
                      </w:r>
                      <w:r w:rsidR="00511D62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DB7421" w:rsidRPr="00781C5D" w:rsidRDefault="00511D62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D</w:t>
                      </w:r>
                      <w:r w:rsidR="00DB7421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ue to the busy nature of the practice we request that you ring in 72 hours </w:t>
                      </w:r>
                      <w:r w:rsidR="00891620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in advance to request your prescription. </w:t>
                      </w:r>
                    </w:p>
                    <w:p w:rsidR="0014155D" w:rsidRPr="00DE4C52" w:rsidRDefault="0014155D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color w:val="1A495D" w:themeColor="accent1" w:themeShade="80"/>
                          <w:sz w:val="24"/>
                          <w:szCs w:val="24"/>
                        </w:rPr>
                      </w:pPr>
                    </w:p>
                    <w:p w:rsidR="00DE4C52" w:rsidRDefault="0014155D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>Hospital Prescriptions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  <w:t>:</w:t>
                      </w:r>
                      <w:r w:rsidR="00DF2BF1"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  <w:t xml:space="preserve">  </w:t>
                      </w:r>
                    </w:p>
                    <w:p w:rsidR="0014155D" w:rsidRDefault="00DF2BF1" w:rsidP="00DE4C52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All medical card patients who</w:t>
                      </w:r>
                      <w:r w:rsidR="000276FD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 hold a valid active card, on 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receiving a hospital prescription</w:t>
                      </w:r>
                      <w:r w:rsidR="000276FD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 you can go directly to your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 local </w:t>
                      </w:r>
                      <w:r w:rsidR="00B36767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Pharmacist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 and ask for a 7</w:t>
                      </w:r>
                      <w:r w:rsidR="000276FD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 day emergency hospital supply, please ring our receptionist for further details. </w:t>
                      </w:r>
                    </w:p>
                    <w:p w:rsidR="00DE4C52" w:rsidRPr="00DE4C52" w:rsidRDefault="00DE4C52" w:rsidP="00DE4C52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4"/>
                          <w:szCs w:val="24"/>
                        </w:rPr>
                      </w:pPr>
                    </w:p>
                    <w:p w:rsidR="00DE4C52" w:rsidRDefault="0014155D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>Social Welfare Certs:</w:t>
                      </w:r>
                      <w:r w:rsidR="00DF2BF1"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32D46" w:rsidRPr="00781C5D" w:rsidRDefault="00DF2BF1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Please check with our reception staff for further information.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8"/>
                          <w:szCs w:val="28"/>
                        </w:rPr>
                        <w:t xml:space="preserve"> </w:t>
                      </w:r>
                    </w:p>
                    <w:p w:rsidR="00932D46" w:rsidRPr="00DE4C52" w:rsidRDefault="00932D46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4"/>
                          <w:szCs w:val="24"/>
                        </w:rPr>
                      </w:pPr>
                    </w:p>
                    <w:p w:rsidR="00DE4C52" w:rsidRDefault="00DF2BF1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i w:val="0"/>
                          <w:color w:val="1A495D" w:themeColor="accent1" w:themeShade="80"/>
                          <w:sz w:val="28"/>
                          <w:szCs w:val="28"/>
                        </w:rPr>
                        <w:t xml:space="preserve">Sick Notes:  </w:t>
                      </w:r>
                    </w:p>
                    <w:p w:rsidR="00DF2BF1" w:rsidRDefault="00DF2BF1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</w:pP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Please be aware that sick notes will only be issued to </w:t>
                      </w:r>
                      <w:r w:rsidR="00E51586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>patients</w:t>
                      </w:r>
                      <w:r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 who have attended the surgery</w:t>
                      </w:r>
                      <w:r w:rsidR="000276FD" w:rsidRPr="00781C5D"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  <w:t xml:space="preserve"> for an assessment. </w:t>
                      </w:r>
                    </w:p>
                    <w:p w:rsidR="00483B6B" w:rsidRPr="00781C5D" w:rsidRDefault="00483B6B" w:rsidP="00781C5D">
                      <w:pPr>
                        <w:spacing w:line="240" w:lineRule="auto"/>
                        <w:ind w:firstLine="0"/>
                        <w:rPr>
                          <w:rStyle w:val="IntenseEmphasis"/>
                          <w:rFonts w:ascii="Microsoft Himalaya" w:hAnsi="Microsoft Himalaya" w:cs="David"/>
                          <w:b w:val="0"/>
                          <w:i w:val="0"/>
                          <w:sz w:val="28"/>
                          <w:szCs w:val="28"/>
                        </w:rPr>
                      </w:pPr>
                    </w:p>
                    <w:p w:rsidR="00DF2BF1" w:rsidRPr="00781C5D" w:rsidRDefault="00DF2BF1" w:rsidP="00B31814">
                      <w:pPr>
                        <w:ind w:firstLine="0"/>
                        <w:jc w:val="both"/>
                        <w:rPr>
                          <w:rStyle w:val="IntenseEmphasis"/>
                          <w:rFonts w:ascii="Microsoft Himalaya" w:hAnsi="Microsoft Himalaya" w:cs="David"/>
                          <w:i w:val="0"/>
                          <w:sz w:val="24"/>
                          <w:szCs w:val="24"/>
                        </w:rPr>
                      </w:pPr>
                    </w:p>
                    <w:p w:rsidR="0014155D" w:rsidRPr="0014155D" w:rsidRDefault="0014155D" w:rsidP="0014155D">
                      <w:pPr>
                        <w:ind w:firstLine="0"/>
                        <w:rPr>
                          <w:rFonts w:ascii="Arial Unicode MS" w:eastAsia="Arial Unicode MS" w:hAnsi="Arial Unicode MS" w:cs="Arial Unicode MS"/>
                          <w:sz w:val="20"/>
                          <w:szCs w:val="20"/>
                          <w:lang w:val="en-I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2276E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84D282A">
                <wp:simplePos x="0" y="0"/>
                <wp:positionH relativeFrom="margin">
                  <wp:align>center</wp:align>
                </wp:positionH>
                <mc:AlternateContent>
                  <mc:Choice Requires="wp14">
                    <wp:positionV relativeFrom="margin">
                      <wp14:pctPosVOffset>9100</wp14:pctPosVOffset>
                    </wp:positionV>
                  </mc:Choice>
                  <mc:Fallback>
                    <wp:positionV relativeFrom="page">
                      <wp:posOffset>1480820</wp:posOffset>
                    </wp:positionV>
                  </mc:Fallback>
                </mc:AlternateContent>
                <wp:extent cx="6548120" cy="383540"/>
                <wp:effectExtent l="0" t="0" r="5080" b="0"/>
                <wp:wrapSquare wrapText="bothSides"/>
                <wp:docPr id="5" name="Box: Company 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8120" cy="38354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523" w:rsidRPr="00C0678B" w:rsidRDefault="00131A16">
                            <w:pPr>
                              <w:pStyle w:val="Subtitle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sdt>
                              <w:sdtPr>
                                <w:rPr>
                                  <w:b/>
                                  <w:color w:val="FFFFFF" w:themeColor="background1"/>
                                  <w:sz w:val="22"/>
                                  <w:szCs w:val="22"/>
                                </w:rPr>
                                <w:alias w:val="Company"/>
                                <w:id w:val="-1509210873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6C62F0" w:rsidRPr="00C0678B">
                                  <w:rPr>
                                    <w:b/>
                                    <w:color w:val="FFFFFF" w:themeColor="background1"/>
                                    <w:sz w:val="22"/>
                                    <w:szCs w:val="22"/>
                                  </w:rPr>
                                  <w:t>the medical practice</w:t>
                                </w:r>
                              </w:sdtContent>
                            </w:sdt>
                          </w:p>
                        </w:txbxContent>
                      </wps:txbx>
                      <wps:bodyPr wrap="square" lIns="91405" tIns="45703" rIns="91405" bIns="54864" rtlCol="0" anchor="b"/>
                    </wps:wsp>
                  </a:graphicData>
                </a:graphic>
                <wp14:sizeRelH relativeFrom="margin">
                  <wp14:pctWidth>102300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Box: Company name" o:spid="_x0000_s1030" style="position:absolute;margin-left:0;margin-top:0;width:515.6pt;height:30.2pt;z-index:251659264;visibility:visible;mso-wrap-style:square;mso-width-percent:1023;mso-height-percent:0;mso-top-percent:91;mso-wrap-distance-left:9pt;mso-wrap-distance-top:0;mso-wrap-distance-right:9pt;mso-wrap-distance-bottom:0;mso-position-horizontal:center;mso-position-horizontal-relative:margin;mso-position-vertical-relative:margin;mso-width-percent:1023;mso-height-percent:0;mso-top-percent:91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" fillcolor="#3494ba [3204]" stroked="f" strokeweight=".5pt">
                <v:textbox inset="2.53903mm,1.2695mm,2.53903mm,4.32pt">
                  <w:txbxContent>
                    <w:p w:rsidR="00810523" w:rsidRPr="00C0678B" w:rsidRDefault="000B715C">
                      <w:pPr>
                        <w:pStyle w:val="Subtitle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sdt>
                        <w:sdtPr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alias w:val="Company"/>
                          <w:id w:val="-1509210873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EndPr/>
                        <w:sdtContent>
                          <w:r w:rsidR="006C62F0" w:rsidRPr="00C0678B">
                            <w:rPr>
                              <w:b/>
                              <w:color w:val="FFFFFF" w:themeColor="background1"/>
                              <w:sz w:val="22"/>
                              <w:szCs w:val="22"/>
                            </w:rPr>
                            <w:t>the medical practice</w:t>
                          </w:r>
                        </w:sdtContent>
                      </w:sdt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:rsidR="00722FB7" w:rsidRPr="00722FB7" w:rsidRDefault="00722FB7" w:rsidP="00722FB7">
      <w:pPr>
        <w:ind w:firstLine="0"/>
        <w:sectPr w:rsidR="00722FB7" w:rsidRPr="00722FB7" w:rsidSect="00781C5D">
          <w:footerReference w:type="first" r:id="rId9"/>
          <w:pgSz w:w="12240" w:h="15840"/>
          <w:pgMar w:top="1077" w:right="1077" w:bottom="964" w:left="1077" w:header="720" w:footer="720" w:gutter="0"/>
          <w:cols w:space="720"/>
          <w:titlePg/>
          <w:docGrid w:linePitch="360"/>
        </w:sectPr>
      </w:pPr>
    </w:p>
    <w:p w:rsidR="00810523" w:rsidRDefault="00810523" w:rsidP="00F65505">
      <w:pPr>
        <w:ind w:firstLine="0"/>
        <w:sectPr w:rsidR="00810523" w:rsidSect="00781C5D">
          <w:headerReference w:type="default" r:id="rId10"/>
          <w:type w:val="continuous"/>
          <w:pgSz w:w="12240" w:h="15840"/>
          <w:pgMar w:top="720" w:right="720" w:bottom="720" w:left="720" w:header="720" w:footer="720" w:gutter="0"/>
          <w:cols w:num="3" w:space="360"/>
          <w:docGrid w:linePitch="360"/>
        </w:sectPr>
      </w:pPr>
    </w:p>
    <w:p w:rsidR="00810523" w:rsidRDefault="00810523">
      <w:pPr>
        <w:pStyle w:val="Heading1"/>
        <w:sectPr w:rsidR="00810523">
          <w:type w:val="continuous"/>
          <w:pgSz w:w="12240" w:h="15840"/>
          <w:pgMar w:top="1080" w:right="1080" w:bottom="1080" w:left="1080" w:header="720" w:footer="720" w:gutter="0"/>
          <w:cols w:num="3" w:space="720"/>
          <w:docGrid w:linePitch="360"/>
        </w:sectPr>
      </w:pPr>
    </w:p>
    <w:p w:rsidR="00810523" w:rsidRDefault="00810523" w:rsidP="00F65505">
      <w:pPr>
        <w:ind w:firstLine="0"/>
        <w:sectPr w:rsidR="00810523">
          <w:headerReference w:type="default" r:id="rId11"/>
          <w:type w:val="continuous"/>
          <w:pgSz w:w="12240" w:h="15840"/>
          <w:pgMar w:top="1080" w:right="1080" w:bottom="1080" w:left="1080" w:header="720" w:footer="720" w:gutter="0"/>
          <w:cols w:space="720"/>
          <w:docGrid w:linePitch="360"/>
        </w:sectPr>
      </w:pPr>
    </w:p>
    <w:p w:rsidR="00810523" w:rsidRDefault="00810523" w:rsidP="00F65505">
      <w:pPr>
        <w:ind w:firstLine="0"/>
        <w:sectPr w:rsidR="00810523">
          <w:type w:val="continuous"/>
          <w:pgSz w:w="12240" w:h="15840"/>
          <w:pgMar w:top="1080" w:right="1080" w:bottom="1080" w:left="1080" w:header="720" w:footer="720" w:gutter="0"/>
          <w:cols w:num="3" w:space="360"/>
          <w:docGrid w:linePitch="360"/>
        </w:sectPr>
      </w:pPr>
    </w:p>
    <w:p w:rsidR="00810523" w:rsidRDefault="00781C5D">
      <w:r>
        <w:rPr>
          <w:noProof/>
          <w:lang w:val="en-IE" w:eastAsia="en-IE"/>
        </w:rPr>
        <mc:AlternateContent>
          <mc:Choice Requires="wps">
            <w:drawing>
              <wp:anchor distT="182880" distB="0" distL="114300" distR="114300" simplePos="0" relativeHeight="251665408" behindDoc="1" locked="0" layoutInCell="1" allowOverlap="1" wp14:editId="341727D0">
                <wp:simplePos x="0" y="0"/>
                <wp:positionH relativeFrom="margin">
                  <wp:posOffset>-43815</wp:posOffset>
                </wp:positionH>
                <wp:positionV relativeFrom="margin">
                  <wp:posOffset>8408670</wp:posOffset>
                </wp:positionV>
                <wp:extent cx="6532245" cy="329565"/>
                <wp:effectExtent l="0" t="0" r="20955" b="13335"/>
                <wp:wrapTopAndBottom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2245" cy="32956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  <a:alpha val="70000"/>
                          </a:schemeClr>
                        </a:solidFill>
                        <a:ln w="63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523" w:rsidRPr="00DE4C52" w:rsidRDefault="00666ED3" w:rsidP="0014155D">
                            <w:pPr>
                              <w:jc w:val="center"/>
                              <w:rPr>
                                <w:rFonts w:ascii="Microsoft Himalaya" w:hAnsi="Microsoft Himalaya" w:cs="Microsoft Himalaya"/>
                                <w:color w:val="373545" w:themeColor="text2"/>
                                <w:sz w:val="24"/>
                                <w:szCs w:val="24"/>
                                <w:lang w:val="en-IE"/>
                              </w:rPr>
                            </w:pPr>
                            <w:r w:rsidRPr="00DE4C52">
                              <w:rPr>
                                <w:rFonts w:ascii="Microsoft Himalaya" w:hAnsi="Microsoft Himalaya" w:cs="Microsoft Himalaya"/>
                                <w:color w:val="373545" w:themeColor="text2"/>
                                <w:sz w:val="24"/>
                                <w:szCs w:val="24"/>
                                <w:lang w:val="en-IE"/>
                              </w:rPr>
                              <w:t>We encourage and appreciate feedback and suggestions</w:t>
                            </w:r>
                            <w:r w:rsidR="0014155D" w:rsidRPr="00DE4C52">
                              <w:rPr>
                                <w:rFonts w:ascii="Microsoft Himalaya" w:hAnsi="Microsoft Himalaya" w:cs="Microsoft Himalaya"/>
                                <w:color w:val="373545" w:themeColor="text2"/>
                                <w:sz w:val="24"/>
                                <w:szCs w:val="24"/>
                                <w:lang w:val="en-IE"/>
                              </w:rPr>
                              <w:t xml:space="preserve"> on how we can improve our services</w:t>
                            </w:r>
                          </w:p>
                          <w:p w:rsidR="0014155D" w:rsidRPr="00DE4C52" w:rsidRDefault="0014155D" w:rsidP="0014155D">
                            <w:pPr>
                              <w:jc w:val="center"/>
                              <w:rPr>
                                <w:rFonts w:ascii="Microsoft Himalaya" w:hAnsi="Microsoft Himalaya" w:cs="Microsoft Himalaya"/>
                                <w:color w:val="373545" w:themeColor="text2"/>
                                <w:sz w:val="24"/>
                                <w:szCs w:val="24"/>
                                <w:lang w:val="en-IE"/>
                              </w:rPr>
                            </w:pPr>
                            <w:r w:rsidRPr="00DE4C52">
                              <w:rPr>
                                <w:rFonts w:ascii="Microsoft Himalaya" w:hAnsi="Microsoft Himalaya" w:cs="Microsoft Himalaya"/>
                                <w:color w:val="373545" w:themeColor="text2"/>
                                <w:sz w:val="24"/>
                                <w:szCs w:val="24"/>
                                <w:lang w:val="en-IE"/>
                              </w:rPr>
                              <w:t xml:space="preserve">Thank you </w:t>
                            </w:r>
                          </w:p>
                        </w:txbxContent>
                      </wps:txbx>
                      <wps:bodyPr vert="horz" wrap="square" lIns="731520" tIns="0" rIns="73152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1" style="position:absolute;left:0;text-align:left;margin-left:-3.45pt;margin-top:662.1pt;width:514.35pt;height:25.95pt;z-index:-251651072;visibility:visible;mso-wrap-style:square;mso-width-percent:0;mso-height-percent:0;mso-wrap-distance-left:9pt;mso-wrap-distance-top:14.4pt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" fillcolor="#c7e4db [1302]" strokecolor="#276e8b [2404]" strokeweight=".5pt">
                <v:fill opacity="46003f"/>
                <v:textbox inset="57.6pt,0,57.6pt,0">
                  <w:txbxContent>
                    <w:p w:rsidR="00810523" w:rsidRPr="00DE4C52" w:rsidRDefault="00666ED3" w:rsidP="0014155D">
                      <w:pPr>
                        <w:jc w:val="center"/>
                        <w:rPr>
                          <w:rFonts w:ascii="Microsoft Himalaya" w:hAnsi="Microsoft Himalaya" w:cs="Microsoft Himalaya"/>
                          <w:color w:val="373545" w:themeColor="text2"/>
                          <w:sz w:val="24"/>
                          <w:szCs w:val="24"/>
                          <w:lang w:val="en-IE"/>
                        </w:rPr>
                      </w:pPr>
                      <w:r w:rsidRPr="00DE4C52">
                        <w:rPr>
                          <w:rFonts w:ascii="Microsoft Himalaya" w:hAnsi="Microsoft Himalaya" w:cs="Microsoft Himalaya"/>
                          <w:color w:val="373545" w:themeColor="text2"/>
                          <w:sz w:val="24"/>
                          <w:szCs w:val="24"/>
                          <w:lang w:val="en-IE"/>
                        </w:rPr>
                        <w:t>We encourage and appreciate feedback and suggestions</w:t>
                      </w:r>
                      <w:r w:rsidR="0014155D" w:rsidRPr="00DE4C52">
                        <w:rPr>
                          <w:rFonts w:ascii="Microsoft Himalaya" w:hAnsi="Microsoft Himalaya" w:cs="Microsoft Himalaya"/>
                          <w:color w:val="373545" w:themeColor="text2"/>
                          <w:sz w:val="24"/>
                          <w:szCs w:val="24"/>
                          <w:lang w:val="en-IE"/>
                        </w:rPr>
                        <w:t xml:space="preserve"> on how we can improve our services</w:t>
                      </w:r>
                    </w:p>
                    <w:p w:rsidR="0014155D" w:rsidRPr="00DE4C52" w:rsidRDefault="0014155D" w:rsidP="0014155D">
                      <w:pPr>
                        <w:jc w:val="center"/>
                        <w:rPr>
                          <w:rFonts w:ascii="Microsoft Himalaya" w:hAnsi="Microsoft Himalaya" w:cs="Microsoft Himalaya"/>
                          <w:color w:val="373545" w:themeColor="text2"/>
                          <w:sz w:val="24"/>
                          <w:szCs w:val="24"/>
                          <w:lang w:val="en-IE"/>
                        </w:rPr>
                      </w:pPr>
                      <w:r w:rsidRPr="00DE4C52">
                        <w:rPr>
                          <w:rFonts w:ascii="Microsoft Himalaya" w:hAnsi="Microsoft Himalaya" w:cs="Microsoft Himalaya"/>
                          <w:color w:val="373545" w:themeColor="text2"/>
                          <w:sz w:val="24"/>
                          <w:szCs w:val="24"/>
                          <w:lang w:val="en-IE"/>
                        </w:rPr>
                        <w:t xml:space="preserve">Thank you </w:t>
                      </w:r>
                    </w:p>
                  </w:txbxContent>
                </v:textbox>
                <w10:wrap type="topAndBottom" anchorx="margin" anchory="margin"/>
              </v:rect>
            </w:pict>
          </mc:Fallback>
        </mc:AlternateContent>
      </w:r>
    </w:p>
    <w:sectPr w:rsidR="00810523">
      <w:type w:val="continuous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A16" w:rsidRDefault="00131A16">
      <w:r>
        <w:separator/>
      </w:r>
    </w:p>
  </w:endnote>
  <w:endnote w:type="continuationSeparator" w:id="0">
    <w:p w:rsidR="00131A16" w:rsidRDefault="0013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Y견명조"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altName w:val="Times New Roman"/>
    <w:panose1 w:val="00000000000000000000"/>
    <w:charset w:val="00"/>
    <w:family w:val="roman"/>
    <w:notTrueType/>
    <w:pitch w:val="default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523" w:rsidRDefault="0002276E">
    <w:pPr>
      <w:pStyle w:val="Footer"/>
    </w:pPr>
    <w:r>
      <w:rPr>
        <w:noProof/>
        <w:color w:val="3494BA" w:themeColor="accent1"/>
        <w:lang w:val="en-IE" w:eastAsia="en-IE"/>
      </w:rPr>
      <mc:AlternateContent>
        <mc:Choice Requires="wps">
          <w:drawing>
            <wp:anchor distT="0" distB="0" distL="114300" distR="114300" simplePos="0" relativeHeight="251675648" behindDoc="1" locked="0" layoutInCell="1" allowOverlap="1" wp14:editId="577F9C1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477125" cy="9696450"/>
              <wp:effectExtent l="0" t="0" r="0" b="0"/>
              <wp:wrapNone/>
              <wp:docPr id="47" name="Bkgd: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77125" cy="9696450"/>
                      </a:xfrm>
                      <a:prstGeom prst="roundRect">
                        <a:avLst>
                          <a:gd name="adj" fmla="val 1735"/>
                        </a:avLst>
                      </a:prstGeom>
                      <a:ln w="12700" cmpd="sng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3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10523" w:rsidRDefault="0081052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lIns="91405" tIns="45703" rIns="91405" bIns="45703" rtlCol="0" anchor="ctr"/>
                  </wps:wsp>
                </a:graphicData>
              </a:graphic>
              <wp14:sizeRelH relativeFrom="page">
                <wp14:pctWidth>96200</wp14:pctWidth>
              </wp14:sizeRelH>
              <wp14:sizeRelV relativeFrom="page">
                <wp14:pctHeight>96400</wp14:pctHeight>
              </wp14:sizeRelV>
            </wp:anchor>
          </w:drawing>
        </mc:Choice>
        <mc:Fallback>
          <w:pict>
            <v:roundrect id="Bkgd: 1" o:spid="_x0000_s1032" style="position:absolute;left:0;text-align:left;margin-left:0;margin-top:0;width:588.75pt;height:763.5pt;z-index:-251640832;visibility:visible;mso-wrap-style:square;mso-width-percent:962;mso-height-percent:964;mso-wrap-distance-left:9pt;mso-wrap-distance-top:0;mso-wrap-distance-right:9pt;mso-wrap-distance-bottom:0;mso-position-horizontal:center;mso-position-horizontal-relative:page;mso-position-vertical:center;mso-position-vertical-relative:page;mso-width-percent:962;mso-height-percent:964;mso-width-relative:page;mso-height-relative:page;v-text-anchor:middle" arcsize="113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" stroked="f" strokeweight="1pt">
              <v:fill r:id="rId1" o:title="" recolor="t" rotate="t" type="tile"/>
              <v:imagedata recolortarget="white [2257]"/>
              <v:textbox inset="2.53903mm,1.2695mm,2.53903mm,1.2695mm">
                <w:txbxContent>
                  <w:p w:rsidR="00810523" w:rsidRDefault="008105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page" anchory="page"/>
            </v:roundrect>
          </w:pict>
        </mc:Fallback>
      </mc:AlternateContent>
    </w:r>
    <w:r>
      <w:rPr>
        <w:noProof/>
        <w:color w:val="3494BA" w:themeColor="accent1"/>
        <w:lang w:val="en-IE" w:eastAsia="en-IE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editId="55950E0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944995" cy="9034145"/>
              <wp:effectExtent l="0" t="0" r="0" b="0"/>
              <wp:wrapNone/>
              <wp:docPr id="50" name="Bkgd: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44995" cy="90341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83000"/>
                        </a:srgbClr>
                      </a:solidFill>
                      <a:ln>
                        <a:noFill/>
                      </a:ln>
                      <a:effectLst>
                        <a:softEdge rad="12700"/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10523" w:rsidRDefault="0081052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lIns="91405" tIns="45703" rIns="91405" bIns="45703" rtlCol="0" anchor="ctr"/>
                  </wps:wsp>
                </a:graphicData>
              </a:graphic>
              <wp14:sizeRelH relativeFrom="margin">
                <wp14:pctWidth>108500</wp14:pctWidth>
              </wp14:sizeRelH>
              <wp14:sizeRelV relativeFrom="margin">
                <wp14:pctHeight>104000</wp14:pctHeight>
              </wp14:sizeRelV>
            </wp:anchor>
          </w:drawing>
        </mc:Choice>
        <mc:Fallback>
          <w:pict>
            <v:rect id="Bkgd: 2" o:spid="_x0000_s1033" style="position:absolute;left:0;text-align:left;margin-left:0;margin-top:0;width:546.85pt;height:711.35pt;z-index:-251639808;visibility:visible;mso-wrap-style:square;mso-width-percent:1085;mso-height-percent:1040;mso-wrap-distance-left:9pt;mso-wrap-distance-top:0;mso-wrap-distance-right:9pt;mso-wrap-distance-bottom:0;mso-position-horizontal:center;mso-position-horizontal-relative:margin;mso-position-vertical:center;mso-position-vertical-relative:margin;mso-width-percent:1085;mso-height-percent:104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" stroked="f" strokeweight="2pt">
              <v:fill opacity="54484f"/>
              <v:textbox inset="2.53903mm,1.2695mm,2.53903mm,1.2695mm">
                <w:txbxContent>
                  <w:p w:rsidR="00810523" w:rsidRDefault="008105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3494BA" w:themeColor="accent1"/>
        <w:lang w:val="en-IE" w:eastAsia="en-IE"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editId="5248084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75755" cy="8686800"/>
              <wp:effectExtent l="0" t="0" r="0" b="0"/>
              <wp:wrapNone/>
              <wp:docPr id="53" name="Bkgd: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75755" cy="868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 cmpd="dbl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10523" w:rsidRDefault="00810523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wps:txbx>
                    <wps:bodyPr lIns="91405" tIns="45703" rIns="91405" bIns="45703" rtlCol="0" anchor="ctr"/>
                  </wps:wsp>
                </a:graphicData>
              </a:graphic>
              <wp14:sizeRelH relativeFrom="margin">
                <wp14:pctWidth>104300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Bkgd: 3" o:spid="_x0000_s1034" style="position:absolute;left:0;text-align:left;margin-left:0;margin-top:0;width:525.65pt;height:684pt;z-index:-251638784;visibility:visible;mso-wrap-style:square;mso-width-percent:1043;mso-height-percent:1000;mso-wrap-distance-left:9pt;mso-wrap-distance-top:0;mso-wrap-distance-right:9pt;mso-wrap-distance-bottom:0;mso-position-horizontal:center;mso-position-horizontal-relative:margin;mso-position-vertical:center;mso-position-vertical-relative:margin;mso-width-percent:1043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" stroked="f" strokeweight=".5pt">
              <v:stroke linestyle="thinThin"/>
              <v:textbox inset="2.53903mm,1.2695mm,2.53903mm,1.2695mm">
                <w:txbxContent>
                  <w:p w:rsidR="00810523" w:rsidRDefault="008105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color w:val="3494BA" w:themeColor="accent1"/>
        <w:lang w:val="en-IE" w:eastAsia="en-I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editId="318D153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margin">
                    <wp14:pctPosVOffset>100000</wp14:pctPosVOffset>
                  </wp:positionV>
                </mc:Choice>
                <mc:Fallback>
                  <wp:positionV relativeFrom="page">
                    <wp:posOffset>9446260</wp:posOffset>
                  </wp:positionV>
                </mc:Fallback>
              </mc:AlternateContent>
              <wp:extent cx="6598920" cy="246380"/>
              <wp:effectExtent l="0" t="0" r="0" b="0"/>
              <wp:wrapSquare wrapText="bothSides"/>
              <wp:docPr id="56" name="Dat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98920" cy="2463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810523" w:rsidRDefault="00810523">
                          <w:pPr>
                            <w:spacing w:line="240" w:lineRule="auto"/>
                            <w:jc w:val="center"/>
                            <w:rPr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103100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Date" o:spid="_x0000_s1035" style="position:absolute;left:0;text-align:left;margin-left:0;margin-top:0;width:519.6pt;height:19.4pt;z-index:251678720;visibility:visible;mso-wrap-style:square;mso-width-percent:1031;mso-height-percent:0;mso-top-percent:1000;mso-wrap-distance-left:9pt;mso-wrap-distance-top:0;mso-wrap-distance-right:9pt;mso-wrap-distance-bottom:0;mso-position-horizontal:center;mso-position-horizontal-relative:margin;mso-position-vertical-relative:margin;mso-width-percent:1031;mso-height-percent:0;mso-top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" filled="f" stroked="f" strokeweight="2pt">
              <v:textbox inset="0,0,0,0">
                <w:txbxContent>
                  <w:p w:rsidR="00810523" w:rsidRDefault="00810523">
                    <w:pPr>
                      <w:spacing w:line="240" w:lineRule="auto"/>
                      <w:jc w:val="center"/>
                      <w:rPr>
                        <w:color w:val="A6A6A6" w:themeColor="background1" w:themeShade="A6"/>
                        <w:sz w:val="18"/>
                        <w:szCs w:val="18"/>
                      </w:rPr>
                    </w:pP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A16" w:rsidRDefault="00131A16">
      <w:r>
        <w:separator/>
      </w:r>
    </w:p>
  </w:footnote>
  <w:footnote w:type="continuationSeparator" w:id="0">
    <w:p w:rsidR="00131A16" w:rsidRDefault="0013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523" w:rsidRDefault="0002276E">
    <w:pPr>
      <w:pStyle w:val="Header"/>
    </w:pPr>
    <w:r>
      <w:rPr>
        <w:noProof/>
        <w:color w:val="3494BA" w:themeColor="accent1"/>
        <w:lang w:val="en-IE" w:eastAsia="en-IE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editId="2FF3A7C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topMargin">
                    <wp14:pctPosVOffset>65000</wp14:pctPosVOffset>
                  </wp:positionV>
                </mc:Choice>
                <mc:Fallback>
                  <wp:positionV relativeFrom="page">
                    <wp:posOffset>297180</wp:posOffset>
                  </wp:positionV>
                </mc:Fallback>
              </mc:AlternateContent>
              <wp:extent cx="6784975" cy="73025"/>
              <wp:effectExtent l="0" t="0" r="0" b="0"/>
              <wp:wrapNone/>
              <wp:docPr id="28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84975" cy="7302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635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lIns="91405" tIns="45703" rIns="91405" bIns="45703" rtlCol="0" anchor="ctr"/>
                  </wps:wsp>
                </a:graphicData>
              </a:graphic>
              <wp14:sizeRelH relativeFrom="margin">
                <wp14:pctWidth>106000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538173" id="Rectangle 19" o:spid="_x0000_s1026" style="position:absolute;margin-left:0;margin-top:0;width:534.25pt;height:5.75pt;z-index:251672576;visibility:visible;mso-wrap-style:square;mso-width-percent:1060;mso-height-percent:0;mso-top-percent:650;mso-wrap-distance-left:9pt;mso-wrap-distance-top:0;mso-wrap-distance-right:9pt;mso-wrap-distance-bottom:0;mso-position-horizontal:center;mso-position-horizontal-relative:margin;mso-position-vertical-relative:top-margin-area;mso-width-percent:1060;mso-height-percent:0;mso-top-percent:65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" fillcolor="#3494ba [3204]" stroked="f" strokeweight=".5pt">
              <v:textbox inset="2.53903mm,1.2695mm,2.53903mm,1.2695mm"/>
              <w10:wrap anchorx="margin" anchory="margin"/>
            </v:rect>
          </w:pict>
        </mc:Fallback>
      </mc:AlternateContent>
    </w:r>
    <w:r>
      <w:rPr>
        <w:noProof/>
        <w:color w:val="3494BA" w:themeColor="accent1"/>
        <w:lang w:val="en-IE" w:eastAsia="en-I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editId="35BBA2C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topMargin">
                    <wp14:pctPosVOffset>25000</wp14:pctPosVOffset>
                  </wp:positionV>
                </mc:Choice>
                <mc:Fallback>
                  <wp:positionV relativeFrom="page">
                    <wp:posOffset>114300</wp:posOffset>
                  </wp:positionV>
                </mc:Fallback>
              </mc:AlternateContent>
              <wp:extent cx="6529070" cy="337820"/>
              <wp:effectExtent l="0" t="0" r="0" b="0"/>
              <wp:wrapNone/>
              <wp:docPr id="29" name="Subtit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29070" cy="337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sdt>
                          <w:sdtPr>
                            <w:rPr>
                              <w:rFonts w:ascii="Century Gothic" w:eastAsia="+mn-ea" w:hAnsi="Century Gothic" w:cs="+mn-cs"/>
                              <w:caps/>
                              <w:color w:val="7FC0DB" w:themeColor="accent1" w:themeTint="99"/>
                              <w:spacing w:val="60"/>
                              <w:kern w:val="24"/>
                              <w:sz w:val="18"/>
                              <w:szCs w:val="18"/>
                            </w:rPr>
                            <w:id w:val="141318372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810523" w:rsidRDefault="006C62F0">
                              <w:pPr>
                                <w:jc w:val="center"/>
                                <w:rPr>
                                  <w:rFonts w:ascii="Century Gothic" w:eastAsia="+mn-ea" w:hAnsi="Century Gothic" w:cs="+mn-cs"/>
                                  <w:caps/>
                                  <w:color w:val="7FC0DB" w:themeColor="accent1" w:themeTint="99"/>
                                  <w:spacing w:val="6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entury Gothic" w:eastAsia="+mn-ea" w:hAnsi="Century Gothic" w:cs="+mn-cs"/>
                                  <w:caps/>
                                  <w:color w:val="7FC0DB" w:themeColor="accent1" w:themeTint="99"/>
                                  <w:spacing w:val="60"/>
                                  <w:kern w:val="24"/>
                                  <w:sz w:val="18"/>
                                  <w:szCs w:val="18"/>
                                </w:rPr>
                                <w:t>the medical practice</w:t>
                              </w:r>
                            </w:p>
                          </w:sdtContent>
                        </w:sdt>
                        <w:p w:rsidR="00810523" w:rsidRDefault="00810523"/>
                      </w:txbxContent>
                    </wps:txbx>
                    <wps:bodyPr vert="horz" lIns="91405" tIns="45703" rIns="91405" bIns="45703" rtlCol="0">
                      <a:normAutofit/>
                    </wps:bodyPr>
                  </wps:wsp>
                </a:graphicData>
              </a:graphic>
              <wp14:sizeRelH relativeFrom="margin">
                <wp14:pctWidth>102000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ubtitle 2" o:spid="_x0000_s1036" type="#_x0000_t202" style="position:absolute;left:0;text-align:left;margin-left:0;margin-top:0;width:514.1pt;height:26.6pt;z-index:251673600;visibility:visible;mso-wrap-style:square;mso-width-percent:1020;mso-height-percent:0;mso-top-percent:250;mso-wrap-distance-left:9pt;mso-wrap-distance-top:0;mso-wrap-distance-right:9pt;mso-wrap-distance-bottom:0;mso-position-horizontal:center;mso-position-horizontal-relative:margin;mso-position-vertical-relative:top-margin-area;mso-width-percent:1020;mso-height-percent:0;mso-top-percent:2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" filled="f" stroked="f">
              <v:path arrowok="t"/>
              <v:textbox inset="2.53903mm,1.2695mm,2.53903mm,1.2695mm">
                <w:txbxContent>
                  <w:sdt>
                    <w:sdtPr>
                      <w:rPr>
                        <w:rFonts w:ascii="Century Gothic" w:eastAsia="+mn-ea" w:hAnsi="Century Gothic" w:cs="+mn-cs"/>
                        <w:caps/>
                        <w:color w:val="7FC0DB" w:themeColor="accent1" w:themeTint="99"/>
                        <w:spacing w:val="60"/>
                        <w:kern w:val="24"/>
                        <w:sz w:val="18"/>
                        <w:szCs w:val="18"/>
                      </w:rPr>
                      <w:id w:val="141318372"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810523" w:rsidRDefault="006C62F0">
                        <w:pPr>
                          <w:jc w:val="center"/>
                          <w:rPr>
                            <w:rFonts w:ascii="Century Gothic" w:eastAsia="+mn-ea" w:hAnsi="Century Gothic" w:cs="+mn-cs"/>
                            <w:caps/>
                            <w:color w:val="7FC0DB" w:themeColor="accent1" w:themeTint="99"/>
                            <w:spacing w:val="6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entury Gothic" w:eastAsia="+mn-ea" w:hAnsi="Century Gothic" w:cs="+mn-cs"/>
                            <w:caps/>
                            <w:color w:val="7FC0DB" w:themeColor="accent1" w:themeTint="99"/>
                            <w:spacing w:val="60"/>
                            <w:kern w:val="24"/>
                            <w:sz w:val="18"/>
                            <w:szCs w:val="18"/>
                          </w:rPr>
                          <w:t>the medical practice</w:t>
                        </w:r>
                      </w:p>
                    </w:sdtContent>
                  </w:sdt>
                  <w:p w:rsidR="00810523" w:rsidRDefault="00810523"/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523" w:rsidRDefault="0002276E">
    <w:pPr>
      <w:pStyle w:val="Head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editId="69A5D84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topMargin">
                    <wp14:pctPosVOffset>75000</wp14:pctPosVOffset>
                  </wp:positionV>
                </mc:Choice>
                <mc:Fallback>
                  <wp:positionV relativeFrom="page">
                    <wp:posOffset>514350</wp:posOffset>
                  </wp:positionV>
                </mc:Fallback>
              </mc:AlternateContent>
              <wp:extent cx="6784975" cy="73025"/>
              <wp:effectExtent l="0" t="0" r="0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84975" cy="7302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635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lIns="91405" tIns="45703" rIns="91405" bIns="45703" rtlCol="0" anchor="ctr"/>
                  </wps:wsp>
                </a:graphicData>
              </a:graphic>
              <wp14:sizeRelH relativeFrom="margin">
                <wp14:pctWidth>106000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7D4B08" id="Rectangle 19" o:spid="_x0000_s1026" style="position:absolute;margin-left:0;margin-top:0;width:534.25pt;height:5.75pt;z-index:251664384;visibility:visible;mso-wrap-style:square;mso-width-percent:1060;mso-height-percent:0;mso-top-percent:750;mso-wrap-distance-left:9pt;mso-wrap-distance-top:0;mso-wrap-distance-right:9pt;mso-wrap-distance-bottom:0;mso-position-horizontal:center;mso-position-horizontal-relative:margin;mso-position-vertical-relative:top-margin-area;mso-width-percent:1060;mso-height-percent:0;mso-top-percent:75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" fillcolor="#3494ba [3204]" stroked="f" strokeweight=".5pt">
              <v:textbox inset="2.53903mm,1.2695mm,2.53903mm,1.2695mm"/>
              <w10:wrap anchorx="margin" anchory="margin"/>
            </v:rect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editId="1A66E87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topMargin">
                    <wp14:pctPosVOffset>45000</wp14:pctPosVOffset>
                  </wp:positionV>
                </mc:Choice>
                <mc:Fallback>
                  <wp:positionV relativeFrom="page">
                    <wp:posOffset>308610</wp:posOffset>
                  </wp:positionV>
                </mc:Fallback>
              </mc:AlternateContent>
              <wp:extent cx="6529070" cy="337820"/>
              <wp:effectExtent l="0" t="0" r="0" b="0"/>
              <wp:wrapNone/>
              <wp:docPr id="20" name="Subtit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29070" cy="3378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sdt>
                          <w:sdtPr>
                            <w:id w:val="-2097628961"/>
                            <w:dataBinding w:prefixMappings="xmlns:ns0='http://schemas.openxmlformats.org/officeDocument/2006/extended-properties' " w:xpath="/ns0:Properties[1]/ns0:Company[1]" w:storeItemID="{6668398D-A668-4E3E-A5EB-62B293D839F1}"/>
                            <w:text/>
                          </w:sdtPr>
                          <w:sdtEndPr/>
                          <w:sdtContent>
                            <w:p w:rsidR="00810523" w:rsidRDefault="006C62F0">
                              <w:pPr>
                                <w:jc w:val="center"/>
                              </w:pPr>
                              <w:proofErr w:type="gramStart"/>
                              <w:r>
                                <w:t>the</w:t>
                              </w:r>
                              <w:proofErr w:type="gramEnd"/>
                              <w:r>
                                <w:t xml:space="preserve"> medical practice</w:t>
                              </w:r>
                            </w:p>
                          </w:sdtContent>
                        </w:sdt>
                        <w:p w:rsidR="00810523" w:rsidRDefault="00810523"/>
                      </w:txbxContent>
                    </wps:txbx>
                    <wps:bodyPr vert="horz" lIns="91405" tIns="45703" rIns="91405" bIns="45703" rtlCol="0">
                      <a:normAutofit/>
                    </wps:bodyPr>
                  </wps:wsp>
                </a:graphicData>
              </a:graphic>
              <wp14:sizeRelH relativeFrom="margin">
                <wp14:pctWidth>102000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0;text-align:left;margin-left:0;margin-top:0;width:514.1pt;height:26.6pt;z-index:251665408;visibility:visible;mso-wrap-style:square;mso-width-percent:1020;mso-height-percent:0;mso-top-percent:450;mso-wrap-distance-left:9pt;mso-wrap-distance-top:0;mso-wrap-distance-right:9pt;mso-wrap-distance-bottom:0;mso-position-horizontal:center;mso-position-horizontal-relative:margin;mso-position-vertical-relative:top-margin-area;mso-width-percent:1020;mso-height-percent:0;mso-top-percent:45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" filled="f" stroked="f">
              <v:path arrowok="t"/>
              <v:textbox inset="2.53903mm,1.2695mm,2.53903mm,1.2695mm">
                <w:txbxContent>
                  <w:sdt>
                    <w:sdtPr>
                      <w:id w:val="-2097628961"/>
                      <w:dataBinding w:prefixMappings="xmlns:ns0='http://schemas.openxmlformats.org/officeDocument/2006/extended-properties' " w:xpath="/ns0:Properties[1]/ns0:Company[1]" w:storeItemID="{6668398D-A668-4E3E-A5EB-62B293D839F1}"/>
                      <w:text/>
                    </w:sdtPr>
                    <w:sdtEndPr/>
                    <w:sdtContent>
                      <w:p w:rsidR="00810523" w:rsidRDefault="006C62F0">
                        <w:pPr>
                          <w:jc w:val="center"/>
                        </w:pPr>
                        <w:proofErr w:type="gramStart"/>
                        <w:r>
                          <w:t>the</w:t>
                        </w:r>
                        <w:proofErr w:type="gramEnd"/>
                        <w:r>
                          <w:t xml:space="preserve"> medical practice</w:t>
                        </w:r>
                      </w:p>
                    </w:sdtContent>
                  </w:sdt>
                  <w:p w:rsidR="00810523" w:rsidRDefault="00810523"/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879CA"/>
    <w:multiLevelType w:val="hybridMultilevel"/>
    <w:tmpl w:val="13480F4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A3540"/>
    <w:multiLevelType w:val="hybridMultilevel"/>
    <w:tmpl w:val="289EBF8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D2E"/>
    <w:rsid w:val="0002276E"/>
    <w:rsid w:val="000276FD"/>
    <w:rsid w:val="00044BF4"/>
    <w:rsid w:val="000A2E86"/>
    <w:rsid w:val="000D4A41"/>
    <w:rsid w:val="00121D0F"/>
    <w:rsid w:val="0013028A"/>
    <w:rsid w:val="00131A16"/>
    <w:rsid w:val="0014155D"/>
    <w:rsid w:val="00201963"/>
    <w:rsid w:val="00267325"/>
    <w:rsid w:val="002D7124"/>
    <w:rsid w:val="00346984"/>
    <w:rsid w:val="00383D2E"/>
    <w:rsid w:val="003D54B6"/>
    <w:rsid w:val="00483B6B"/>
    <w:rsid w:val="004A38B4"/>
    <w:rsid w:val="004E57BF"/>
    <w:rsid w:val="00511D62"/>
    <w:rsid w:val="0058757C"/>
    <w:rsid w:val="005A1174"/>
    <w:rsid w:val="006545FD"/>
    <w:rsid w:val="00666C12"/>
    <w:rsid w:val="00666ED3"/>
    <w:rsid w:val="006C62F0"/>
    <w:rsid w:val="006F66FE"/>
    <w:rsid w:val="00722FB7"/>
    <w:rsid w:val="00723C1A"/>
    <w:rsid w:val="00781C5D"/>
    <w:rsid w:val="00810523"/>
    <w:rsid w:val="00891620"/>
    <w:rsid w:val="008C27B8"/>
    <w:rsid w:val="00932D46"/>
    <w:rsid w:val="009331A5"/>
    <w:rsid w:val="00993CB7"/>
    <w:rsid w:val="009A31A8"/>
    <w:rsid w:val="009E49CF"/>
    <w:rsid w:val="00B31814"/>
    <w:rsid w:val="00B36767"/>
    <w:rsid w:val="00BB02F1"/>
    <w:rsid w:val="00BF6018"/>
    <w:rsid w:val="00C0678B"/>
    <w:rsid w:val="00C23435"/>
    <w:rsid w:val="00C4287E"/>
    <w:rsid w:val="00C938D6"/>
    <w:rsid w:val="00CB15F0"/>
    <w:rsid w:val="00DB7421"/>
    <w:rsid w:val="00DC58C0"/>
    <w:rsid w:val="00DE4C52"/>
    <w:rsid w:val="00DE6713"/>
    <w:rsid w:val="00DF2BF1"/>
    <w:rsid w:val="00E51586"/>
    <w:rsid w:val="00E70124"/>
    <w:rsid w:val="00E75AE4"/>
    <w:rsid w:val="00F6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56DBA7-3360-40FA-A37F-19D2977FC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324" w:lineRule="auto"/>
      <w:ind w:firstLine="288"/>
    </w:pPr>
    <w:rPr>
      <w:sz w:val="19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line="240" w:lineRule="auto"/>
      <w:ind w:firstLine="0"/>
      <w:outlineLvl w:val="0"/>
    </w:pPr>
    <w:rPr>
      <w:rFonts w:asciiTheme="majorHAnsi" w:eastAsiaTheme="majorEastAsia" w:hAnsiTheme="majorHAnsi" w:cstheme="majorBidi"/>
      <w:bCs/>
      <w:caps/>
      <w:color w:val="3494BA" w:themeColor="accent1"/>
      <w:sz w:val="32"/>
      <w:szCs w:val="32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bCs/>
      <w:color w:val="373545" w:themeColor="text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" w:line="240" w:lineRule="auto"/>
      <w:outlineLvl w:val="2"/>
    </w:pPr>
    <w:rPr>
      <w:rFonts w:eastAsiaTheme="majorEastAsia" w:cstheme="majorBidi"/>
      <w:b/>
      <w:bCs/>
      <w:color w:val="276E8B" w:themeColor="accent1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3494BA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A495D" w:themeColor="accent1" w:themeShade="8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A495D" w:themeColor="accent1" w:themeShade="80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Cs/>
      <w:caps/>
      <w:color w:val="3494BA" w:themeColor="accent1"/>
      <w:sz w:val="32"/>
      <w:szCs w:val="32"/>
      <w14:numForm w14:val="oldStyle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ind w:firstLine="288"/>
    </w:pPr>
    <w:rPr>
      <w:rFonts w:eastAsiaTheme="majorEastAsia" w:cstheme="majorBidi"/>
      <w:iCs/>
      <w:caps/>
      <w:color w:val="373545" w:themeColor="text2"/>
      <w:sz w:val="32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aps/>
      <w:color w:val="373545" w:themeColor="text2"/>
      <w:sz w:val="32"/>
      <w:szCs w:val="24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customStyle="1" w:styleId="PersonalName">
    <w:name w:val="Personal Name"/>
    <w:basedOn w:val="Title"/>
    <w:qFormat/>
    <w:rPr>
      <w:b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pPr>
      <w:spacing w:line="240" w:lineRule="auto"/>
      <w:ind w:firstLine="0"/>
      <w:contextualSpacing/>
    </w:pPr>
    <w:rPr>
      <w:rFonts w:asciiTheme="majorHAnsi" w:eastAsiaTheme="majorEastAsia" w:hAnsiTheme="majorHAnsi" w:cstheme="majorBidi"/>
      <w:caps/>
      <w:color w:val="292733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292733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Cs/>
      <w:color w:val="373545" w:themeColor="text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eastAsiaTheme="majorEastAsia" w:cstheme="majorBidi"/>
      <w:b/>
      <w:bCs/>
      <w:color w:val="276E8B" w:themeColor="accent1" w:themeShade="BF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3494BA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1A495D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1A495D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373545" w:themeColor="text2"/>
      <w:spacing w:val="6"/>
      <w:sz w:val="20"/>
      <w:szCs w:val="18"/>
      <w:lang w:bidi="hi-IN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373545" w:themeColor="text2"/>
    </w:rPr>
  </w:style>
  <w:style w:type="paragraph" w:styleId="NoSpacing">
    <w:name w:val="No Spacing"/>
    <w:link w:val="NoSpacingChar"/>
    <w:uiPriority w:val="1"/>
    <w:qFormat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292733" w:themeColor="text2" w:themeShade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line="300" w:lineRule="auto"/>
      <w:ind w:left="720" w:right="720"/>
      <w:jc w:val="center"/>
    </w:pPr>
    <w:rPr>
      <w:rFonts w:asciiTheme="majorHAnsi" w:eastAsiaTheme="minorEastAsia" w:hAnsiTheme="majorHAnsi"/>
      <w:iCs/>
      <w:caps/>
      <w:color w:val="3494BA" w:themeColor="accent1"/>
      <w:sz w:val="24"/>
      <w:lang w:bidi="hi-IN"/>
      <w14:ligatures w14:val="standard"/>
      <w14:numForm w14:val="oldStyle"/>
    </w:rPr>
  </w:style>
  <w:style w:type="character" w:customStyle="1" w:styleId="QuoteChar">
    <w:name w:val="Quote Char"/>
    <w:basedOn w:val="DefaultParagraphFont"/>
    <w:link w:val="Quote"/>
    <w:uiPriority w:val="29"/>
    <w:rPr>
      <w:rFonts w:asciiTheme="majorHAnsi" w:eastAsiaTheme="minorEastAsia" w:hAnsiTheme="majorHAnsi"/>
      <w:iCs/>
      <w:caps/>
      <w:color w:val="3494BA" w:themeColor="accent1"/>
      <w:sz w:val="24"/>
      <w:lang w:bidi="hi-IN"/>
      <w14:ligatures w14:val="standard"/>
      <w14:numForm w14:val="oldStyle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000000" w:themeColor="text1"/>
        <w:left w:val="single" w:sz="36" w:space="8" w:color="000000" w:themeColor="text1"/>
        <w:bottom w:val="single" w:sz="36" w:space="8" w:color="000000" w:themeColor="text1"/>
        <w:right w:val="single" w:sz="36" w:space="8" w:color="000000" w:themeColor="text1"/>
      </w:pBdr>
      <w:shd w:val="clear" w:color="auto" w:fill="000000" w:themeFill="text1"/>
      <w:spacing w:before="200" w:after="280" w:line="300" w:lineRule="auto"/>
      <w:ind w:left="936" w:right="936"/>
      <w:jc w:val="center"/>
    </w:pPr>
    <w:rPr>
      <w:rFonts w:asciiTheme="majorHAnsi" w:eastAsiaTheme="minorEastAsia" w:hAnsiTheme="majorHAnsi"/>
      <w:bCs/>
      <w:iCs/>
      <w:caps/>
      <w:color w:val="FFFFFF" w:themeColor="background1"/>
      <w:sz w:val="22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inorEastAsia" w:hAnsiTheme="majorHAnsi"/>
      <w:bCs/>
      <w:iCs/>
      <w:caps/>
      <w:color w:val="FFFFFF" w:themeColor="background1"/>
      <w:shd w:val="clear" w:color="auto" w:fill="000000" w:themeFill="text1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olor w:val="3494BA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8B6C0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8B6C0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NormalWeb">
    <w:name w:val="Normal (Web)"/>
    <w:basedOn w:val="Normal"/>
    <w:uiPriority w:val="99"/>
    <w:unhideWhenUsed/>
    <w:rPr>
      <w:rFonts w:ascii="Times New Roman" w:hAnsi="Times New Roman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1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StorySubtitle">
    <w:name w:val="Story Subtitle"/>
    <w:basedOn w:val="Normal"/>
    <w:next w:val="Normal"/>
    <w:qFormat/>
    <w:pPr>
      <w:ind w:firstLine="0"/>
    </w:pPr>
    <w:rPr>
      <w:rFonts w:eastAsiaTheme="minorEastAsia"/>
      <w:color w:val="3494BA" w:themeColor="accent1"/>
      <w:kern w:val="24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3D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3D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3D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3D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3D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rgery\AppData\Roaming\Microsoft\Templates\Newsletter%20(Apothecary%20design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pothecary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Apothecary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FB28C-CABD-44C7-BBCB-0375576DCA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8A710-B15B-4060-A2DC-B30ADD619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Newsletter (Apothecary design)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practice leaflet</vt:lpstr>
    </vt:vector>
  </TitlesOfParts>
  <Company>the medical practice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practice leaflet</dc:title>
  <dc:creator>Surgery</dc:creator>
  <cp:keywords/>
  <cp:lastModifiedBy>Surgery</cp:lastModifiedBy>
  <cp:revision>4</cp:revision>
  <cp:lastPrinted>2017-07-21T12:09:00Z</cp:lastPrinted>
  <dcterms:created xsi:type="dcterms:W3CDTF">2017-08-16T08:48:00Z</dcterms:created>
  <dcterms:modified xsi:type="dcterms:W3CDTF">2017-08-16T08:49:00Z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TC018408499991</vt:lpwstr>
  </property>
</Properties>
</file>